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32A" w:rsidRDefault="00CA532A" w:rsidP="00CA532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CA532A" w:rsidRDefault="00CA532A" w:rsidP="00CA532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四</w:t>
      </w:r>
      <w:bookmarkStart w:id="0" w:name="_GoBack"/>
      <w:bookmarkEnd w:id="0"/>
    </w:p>
    <w:p w:rsidR="00CA532A" w:rsidRPr="00046496" w:rsidRDefault="00CA532A" w:rsidP="00CA532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>
        <w:rPr>
          <w:rFonts w:ascii="宋体" w:hAnsi="宋体" w:cs="宋体"/>
          <w:b/>
          <w:bCs/>
          <w:kern w:val="0"/>
          <w:sz w:val="32"/>
          <w:szCs w:val="32"/>
        </w:rPr>
        <w:t>150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927786" w:rsidRPr="00CA532A" w:rsidRDefault="0092778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927786" w:rsidRDefault="0092778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 w:hint="eastAsia"/>
          <w:b/>
          <w:bCs/>
          <w:kern w:val="0"/>
          <w:sz w:val="30"/>
          <w:szCs w:val="30"/>
        </w:rPr>
        <w:t>:施工图的识读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</w:rPr>
        <w:t>共计30分，60道单项选择题，每题0.5分；在每小题给出的四个选项中，只有一个最符合题目的要求）</w:t>
      </w:r>
      <w:r>
        <w:rPr>
          <w:rFonts w:ascii="宋体" w:hAnsi="宋体" w:cs="宋体" w:hint="eastAsia"/>
          <w:sz w:val="24"/>
        </w:rPr>
        <w:t>（该项目在信息化综合考试平台上完成，平台在试题库中随机抽</w:t>
      </w:r>
      <w:proofErr w:type="gramStart"/>
      <w:r>
        <w:rPr>
          <w:rFonts w:ascii="宋体" w:hAnsi="宋体" w:cs="宋体" w:hint="eastAsia"/>
          <w:sz w:val="24"/>
        </w:rPr>
        <w:t>题组卷</w:t>
      </w:r>
      <w:proofErr w:type="gramEnd"/>
      <w:r>
        <w:rPr>
          <w:rFonts w:ascii="宋体" w:hAnsi="宋体" w:cs="宋体" w:hint="eastAsia"/>
          <w:sz w:val="24"/>
        </w:rPr>
        <w:t>）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1、如图所示，在正投影图的展开图中，A点的水平投影a和侧面投影a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”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的连线必定垂直于（  ）投影轴。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OX        B OZ         C OY          D OH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269615" cy="3428365"/>
            <wp:effectExtent l="0" t="0" r="6985" b="635"/>
            <wp:docPr id="28" name="图片 1" descr="说明: C:\Users\Administrator\Desktop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说明: C:\Users\Administrator\Desktop\05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69615" cy="3428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2、如图所示，已知A点的坐标（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x,y,z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>），则A点的侧面投影a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”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由（ ）坐标确定。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x，y 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x,z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D y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4051935" cy="3469005"/>
            <wp:effectExtent l="0" t="0" r="5715" b="17145"/>
            <wp:docPr id="29" name="图片 2" descr="说明: C:\Users\Administrator\Desktop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 descr="说明: C:\Users\Administrator\Desktop\14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51935" cy="3469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3、如图所示，已知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10,10,20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10,10,15</w:t>
      </w:r>
      <w:r>
        <w:rPr>
          <w:rFonts w:ascii="宋体" w:hAnsi="宋体" w:cs="宋体" w:hint="eastAsia"/>
          <w:kern w:val="0"/>
          <w:sz w:val="24"/>
          <w:szCs w:val="24"/>
        </w:rPr>
        <w:t>），则点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是（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）投影面的重影点。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H       B V        C W       D 正面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491865" cy="3038475"/>
            <wp:effectExtent l="0" t="0" r="13335" b="9525"/>
            <wp:docPr id="30" name="图片 3" descr="说明: E:\最终\建筑类技能测试图纸\投影--点图纸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 descr="说明: E:\最终\建筑类技能测试图纸\投影--点图纸\24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9186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4、如图所示，已知A（10，8，8），B（10，8，12），A、B为（  ）面重影点。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W      B V        C H          D 任意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4487545" cy="3596640"/>
            <wp:effectExtent l="0" t="0" r="8255" b="3810"/>
            <wp:docPr id="31" name="图片 4" descr="说明: E:\最终\建筑类技能测试图纸\投影--点图纸\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 descr="说明: E:\最终\建筑类技能测试图纸\投影--点图纸\34.JP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87545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5、如图所示，已知B（12，6，15），则B离V面（ ）mm。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12     B 6    C 15       D 13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677920" cy="2867025"/>
            <wp:effectExtent l="0" t="0" r="17780" b="9525"/>
            <wp:docPr id="32" name="图片 5" descr="说明: E:\最终\建筑类技能测试图纸\投影--点图纸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 descr="说明: E:\最终\建筑类技能测试图纸\投影--点图纸\44.JP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7792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6、如图所示，已知A点的H面投影，A点的空间位置有（ ）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一个      B 两个     C 三个      D 无数个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429635" cy="3055620"/>
            <wp:effectExtent l="0" t="0" r="18415" b="11430"/>
            <wp:docPr id="33" name="图片 6" descr="说明: E:\最终\建筑类技能测试图纸\投影--点图纸\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说明: E:\最终\建筑类技能测试图纸\投影--点图纸\54.JP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635" cy="3055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7、如图所示，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直线与两个投影面倾斜，与第三个投影面平行，称为（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投影面垂直线   B 投影面平行线   C 一般位置线   D 任意斜线</w:t>
      </w: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583940" cy="3643630"/>
            <wp:effectExtent l="0" t="0" r="16510" b="13970"/>
            <wp:docPr id="34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" descr="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83940" cy="3643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8、如图所示，以下是投影面垂直线投影特性的是（   ）</w:t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三斜三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短   B 一点两直线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两垂一点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一斜两直线</w:t>
      </w:r>
    </w:p>
    <w:p w:rsidR="00927786" w:rsidRDefault="0092778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315335" cy="3277870"/>
            <wp:effectExtent l="0" t="0" r="18415" b="17780"/>
            <wp:docPr id="35" name="图片 8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" descr="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15335" cy="3277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9、如图所示，直线AB的H面投影反映实长，该直线为(    )</w:t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水平线    B 正平线 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侧平线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 D 侧垂线</w:t>
      </w:r>
    </w:p>
    <w:p w:rsidR="00927786" w:rsidRDefault="0092778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590925" cy="3729990"/>
            <wp:effectExtent l="0" t="0" r="9525" b="3810"/>
            <wp:docPr id="36" name="图片 9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9" descr="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729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10、如图所示，侧垂线在（   ）面上的投影积聚为一个点</w:t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H      B V      C W      D 任意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999865" cy="3999865"/>
            <wp:effectExtent l="0" t="0" r="635" b="635"/>
            <wp:docPr id="37" name="图片 10" descr="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0" descr="3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3999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Chars="51" w:left="827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11、如图所示，投影面平行线在平行的投影面上与两投影轴的夹角（   ）该直线与另外两个投影面的倾角</w:t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等于    B 大于      C 小于      D 不大于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364865" cy="3342005"/>
            <wp:effectExtent l="0" t="0" r="6985" b="10795"/>
            <wp:docPr id="38" name="图片 1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" descr="4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 12、如图所示，下列哪一个选项是水平线。（   ）</w:t>
      </w:r>
    </w:p>
    <w:p w:rsidR="00927786" w:rsidRDefault="00CC32FB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B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C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 D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D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4173220" cy="4113530"/>
            <wp:effectExtent l="0" t="0" r="17780" b="1270"/>
            <wp:docPr id="39" name="图片 12" descr="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2" descr="5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73220" cy="4113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r>
        <w:rPr>
          <w:rFonts w:hint="eastAsia"/>
        </w:rPr>
        <w:t>13</w:t>
      </w:r>
      <w:r>
        <w:rPr>
          <w:rFonts w:hint="eastAsia"/>
        </w:rPr>
        <w:t>、构件的正立面图和平面图如下图所示，正确的左侧立面图是（）答案（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927786" w:rsidRDefault="00927786"/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</w:pPr>
      <w:r>
        <w:rPr>
          <w:noProof/>
        </w:rPr>
        <w:drawing>
          <wp:inline distT="0" distB="0" distL="114300" distR="114300">
            <wp:extent cx="4857115" cy="3381375"/>
            <wp:effectExtent l="0" t="0" r="635" b="9525"/>
            <wp:docPr id="4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3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11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numPr>
          <w:ilvl w:val="0"/>
          <w:numId w:val="1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答案（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3987165"/>
            <wp:effectExtent l="0" t="0" r="2540" b="13335"/>
            <wp:docPr id="4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4"/>
                    <pic:cNvPicPr>
                      <a:picLocks noChangeAspect="1"/>
                    </pic:cNvPicPr>
                  </pic:nvPicPr>
                  <pic:blipFill>
                    <a:blip r:embed="rId2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t>15</w:t>
      </w:r>
      <w:r>
        <w:rPr>
          <w:rFonts w:hint="eastAsia"/>
        </w:rPr>
        <w:t>、答案（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3971925"/>
            <wp:effectExtent l="0" t="0" r="2540" b="9525"/>
            <wp:docPr id="4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5"/>
                    <pic:cNvPicPr>
                      <a:picLocks noChangeAspect="1"/>
                    </pic:cNvPicPr>
                  </pic:nvPicPr>
                  <pic:blipFill>
                    <a:blip r:embed="rId2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16</w:t>
      </w:r>
      <w:r>
        <w:rPr>
          <w:rFonts w:hint="eastAsia"/>
        </w:rPr>
        <w:t>、答案（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4010025"/>
            <wp:effectExtent l="0" t="0" r="2540" b="9525"/>
            <wp:docPr id="4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6"/>
                    <pic:cNvPicPr>
                      <a:picLocks noChangeAspect="1"/>
                    </pic:cNvPicPr>
                  </pic:nvPicPr>
                  <pic:blipFill>
                    <a:blip r:embed="rId2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17、下图中是正垂面的是（）</w:t>
      </w:r>
      <w:r>
        <w:rPr>
          <w:rFonts w:hint="eastAsia"/>
        </w:rPr>
        <w:t>答案（</w:t>
      </w:r>
      <w:r>
        <w:rPr>
          <w:rFonts w:hint="eastAsia"/>
        </w:rPr>
        <w:t>D</w:t>
      </w:r>
      <w:r>
        <w:rPr>
          <w:rFonts w:hint="eastAsia"/>
        </w:rPr>
        <w:t>）</w:t>
      </w:r>
    </w:p>
    <w:p w:rsidR="00927786" w:rsidRDefault="00927786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103880" cy="3552825"/>
            <wp:effectExtent l="0" t="0" r="1270" b="9525"/>
            <wp:docPr id="4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7"/>
                    <pic:cNvPicPr>
                      <a:picLocks noChangeAspect="1"/>
                    </pic:cNvPicPr>
                  </pic:nvPicPr>
                  <pic:blipFill>
                    <a:blip r:embed="rId2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88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numPr>
          <w:ilvl w:val="0"/>
          <w:numId w:val="2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答案（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5274310" cy="3900170"/>
            <wp:effectExtent l="0" t="0" r="2540" b="5080"/>
            <wp:docPr id="4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8"/>
                    <pic:cNvPicPr>
                      <a:picLocks noChangeAspect="1"/>
                    </pic:cNvPicPr>
                  </pic:nvPicPr>
                  <pic:blipFill>
                    <a:blip r:embed="rId2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0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19、</w:t>
      </w:r>
      <w:r>
        <w:rPr>
          <w:rFonts w:hint="eastAsia"/>
        </w:rPr>
        <w:t>答案（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927786" w:rsidRDefault="00927786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4635500" cy="3331845"/>
            <wp:effectExtent l="0" t="0" r="12700" b="1905"/>
            <wp:docPr id="4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1"/>
                    <pic:cNvPicPr>
                      <a:picLocks noChangeAspect="1"/>
                    </pic:cNvPicPr>
                  </pic:nvPicPr>
                  <pic:blipFill>
                    <a:blip r:embed="rId2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3331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20、</w:t>
      </w:r>
      <w:r>
        <w:rPr>
          <w:rFonts w:hint="eastAsia"/>
        </w:rPr>
        <w:t>答案（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3895725"/>
            <wp:effectExtent l="0" t="0" r="2540" b="9525"/>
            <wp:docPr id="4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0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21、本工程的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室内±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0.000标高，相当于绝对标高（  ）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2.250米   B 0.450米　 C 12.55米    D 6.70米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22、本工程的水泥砂浆防潮层的做法（  ）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在防潮层位置抹一层20厚1：2水泥砂浆掺3％的防水剂  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1"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B 在防潮层部位先抹20mm厚的砂浆找平层，然后干铺油毡一层或用热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沥</w:t>
      </w:r>
      <w:proofErr w:type="gramEnd"/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1"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青粘贴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一毡二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油　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C 常用60mm厚的配筋细石混凝土防潮带  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D 在防潮层位置抹一层30mm厚1：3水泥砂浆掺5％的防水剂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23、本工程中，预留孔洞位于钢筋混凝土构件上的，其位置尺寸及标高需要的（ ）查找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建筑施工图   B 结构施工图　C 设备施工图   D 墙身详图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692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24、本工程中，屋面与女儿墙的交接处，防水层翻起高度不小于（ ）mm，一次成型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 A 300        B 100    　  C 250       D 350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25、本工程中，门的规格有（  ）种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三     B 四　   C 五       D 六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26、本工程中，卫生间等用水房间，均采用防滑地砖楼面，在工程做法中，叙述错误的是（  ）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1:2厚水泥基防水涂料一道   B 素水泥浆结合层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　  C 15厚1:3水泥砂浆找平层   D 15厚1:3水泥砂浆结合层</w:t>
      </w:r>
    </w:p>
    <w:p w:rsidR="00927786" w:rsidRDefault="00CC32FB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27、根据总平面图，计划拟建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房屋图线为（   ）。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A 细实线   B 中粗实线   C  中粗虚线   D 粗实线</w:t>
      </w:r>
    </w:p>
    <w:p w:rsidR="00927786" w:rsidRDefault="00CC32FB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28、根据总平面图，新建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房屋层数为（   ）层。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2       B 3           C 4          D 5</w:t>
      </w:r>
    </w:p>
    <w:p w:rsidR="00927786" w:rsidRDefault="00CC32FB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29、根据一层平面图，该房屋的纵向定位轴线有(    )根。</w:t>
      </w:r>
    </w:p>
    <w:p w:rsidR="00927786" w:rsidRDefault="00CC32FB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3        B 4        C 5        D 6</w:t>
      </w:r>
    </w:p>
    <w:p w:rsidR="00927786" w:rsidRDefault="00CC32FB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30、根据一层平面图，门厅的进深为(    )m。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3.600   B 12.000   C 8.000   D 3.680</w:t>
      </w:r>
    </w:p>
    <w:p w:rsidR="00927786" w:rsidRDefault="00CC32FB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31、根据一层平面图，M3624的高为(    )mm。</w:t>
      </w:r>
    </w:p>
    <w:p w:rsidR="00927786" w:rsidRDefault="00CC32FB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2400    B 3600    C 3624     D 4000</w:t>
      </w:r>
    </w:p>
    <w:p w:rsidR="00927786" w:rsidRDefault="0092778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</w:p>
    <w:p w:rsidR="00927786" w:rsidRDefault="00CC32FB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32、根据一层平面图，墙身大样（二）的详图所在图纸编号为(    )。</w:t>
      </w:r>
    </w:p>
    <w:p w:rsidR="00927786" w:rsidRDefault="00CC32FB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         B 2       C 11       D 22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</w:t>
      </w:r>
      <w:r>
        <w:rPr>
          <w:rFonts w:ascii="宋体" w:hAnsi="宋体" w:cs="宋体" w:hint="eastAsia"/>
          <w:kern w:val="0"/>
          <w:sz w:val="24"/>
          <w:szCs w:val="24"/>
        </w:rPr>
        <w:t xml:space="preserve"> 33、为了防止土中水分从基础墙上升，使墙身受潮而腐蚀，因此需设墙身防潮层。防潮层一般设在室内地坪以下（  ）mm处。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10      B 150       C 50mm       D 60mm 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34、墙裙的高度一般多为窗台高，淋浴室可为（   ）m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0.9    B 1.2    C 1.5    D 1.8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35、本工程一层窗台高度为(   )mm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120      B 600      C 480     D 240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36、本工程散水宽度为(    )。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400mm   B 600mm   C 900mm   D 1000mm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37、外墙外侧接近室外地面处对表面保护所做的饰面处理称为（   ）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踢脚       B 散水       C 防潮层       D 勒脚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38、本工程楼梯踏面宽是(    )。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250        B 220         C 270        D 100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39、本工程女儿墙用(   )做压顶。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防水材料   B 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体材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料   C 钢筋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砼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混凝土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40、本工程墙身大样图（二）女儿墙高度为(    )压顶挑出（  ）。</w:t>
      </w:r>
    </w:p>
    <w:p w:rsidR="00927786" w:rsidRDefault="00CC32F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1800，60   B 900,60   C </w:t>
      </w:r>
      <w:r>
        <w:rPr>
          <w:rFonts w:ascii="宋体" w:hAnsi="宋体" w:cs="宋体"/>
          <w:kern w:val="0"/>
          <w:sz w:val="24"/>
          <w:szCs w:val="24"/>
        </w:rPr>
        <w:t>1200120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D 900,120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41、本工程室内楼梯采用的是(    )楼梯。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单跑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双跑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 C 三跑    D 螺旋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42、三层平面图绘制比例为（   ）。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1:10   B 1:50   C 1:100   D 1:200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43、屋顶的坡度为（   ）。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1%      B 2%      C 3%     D 4%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44、本工程屋顶为（   )。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平屋顶   B 坡屋顶   C 曲面屋顶   D 拱屋顶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45、二层平面图中涂黑的矩形框表示（   ）。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框架柱    B 框支柱    C 芯柱    D 梁上柱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46、立面图中建筑最外轮廓线一般用（   ）表示。</w:t>
      </w:r>
    </w:p>
    <w:p w:rsidR="00927786" w:rsidRDefault="00CC32F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特粗实线    B 粗实线   C 中实线   D 细实线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47、二楼女厕楼面建筑标高为（   ）。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 A 4.470     B 4.500    C 6.500    D 8.270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48、1-1剖面图中一楼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Arial Unicode MS" w:hint="eastAsia"/>
          <w:kern w:val="0"/>
          <w:sz w:val="24"/>
          <w:szCs w:val="24"/>
        </w:rPr>
        <w:t>~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>轴间的门型号为（   ），类型为（   ）。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M1521，双扇门      B M1521，推拉门   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C M1524，双扇门　    D M1524，推拉门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49、三楼地面建筑标高为(   )。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4.500     B 8.300     C 12.100　  D 13.000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50、二楼的层高比一楼的层高（   ）。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高0.7m   B 低0.7m   C 高1.3m　D 低1.3m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51、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楼面混凝土环境类别为（  ）。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2a类   B 2类   C 1类   D 1a类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52、建筑中，当门窗洞口的宽度在2100~3000mm，过梁的高度为（   ）mm。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100     B 180      C 250    D 300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53、依据基础，得知基础J-2的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短底筋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长度理论值为（  ）。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底边长度            B 底边长度*0.9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C 底边长度-2*保护层   D （底边长度-2*保护层）*0.9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54、基础详图2-2中，DL2中A8@200表示（  ）。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DL2的箍筋为一级钢，直径为8mm，间距200mm。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B DL2的箍筋为二级钢，直径为8mm，间距200mm。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C DL2的纵筋为二级钢，直径为8mm，间距200mm。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D DL2的纵筋为一级钢，直径为8mm，间距200mm。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55、依据柱配筋图，其中KZ-1，表示（  ）。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框架柱，编号为1   B 框架柱，类型为1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C 框架柱，数量为1   D 以上都不是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812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56、根据柱配筋图并结合基础平面图，得知1轴与A轴交接处KZ-1的二层柱的 高度为（  ）m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3.8   B 8.27   C 4.47   D 5.47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812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57、依据二层梁配筋图中，6轴与A轴交接处6轴上原位标注2C20+1C18表示（    ）。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01" w:left="422"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A 梁上部原位支座负筋，放置时，先放1C218,再放2C20，由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一侧边依</w:t>
      </w:r>
      <w:proofErr w:type="gramEnd"/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01" w:left="422"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次向另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放置 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53" w:left="531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B 梁上部原位支座负筋，放置时，先放1C18,再放2C20，由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依次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53" w:left="531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向另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放置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C 梁上部原位支座负筋，放置时，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梁侧边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2C20,中间1C18，放于同一排  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D 梁上部原位支座负筋，放置时，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梁侧边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2C20,中间1C18，放于两排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58、依据二层梁配筋图中节点详图1得知，YPL的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箍筋肢数为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（   ）。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A 2*4     B 4*2     C 2     D 4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59、依据三层板配筋图，得知2轴与3轴之间，C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轴到D轴之间板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的内部配筋为（    ）。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板中钢筋配置为单层双向且C8-180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B 板中钢筋配置为双层双向且C8-180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C 板中钢筋配置为单层双向且C8-150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D 板中钢筋配置为双层双向且C8-150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60、依据三层板配筋图，图中钢筋标注为C10-180表示为（    ）。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5轴-6轴，A轴-C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面筋X向钢筋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B 5轴-6轴，A轴-C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轴之间板底筋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X向钢筋  </w:t>
      </w:r>
    </w:p>
    <w:p w:rsidR="00927786" w:rsidRDefault="00CC32F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C 5轴-6轴，A轴-C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面筋Y向钢筋 </w:t>
      </w:r>
    </w:p>
    <w:p w:rsidR="00927786" w:rsidRDefault="00CC32F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D 5轴-6轴，A轴-C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轴之间板底筋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Y向钢筋</w:t>
      </w:r>
    </w:p>
    <w:p w:rsidR="00927786" w:rsidRDefault="0092778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br w:type="page"/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lastRenderedPageBreak/>
        <w:t>项目二:施工图的绘制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共计20分，考生利用电脑上的CAD软件，按照任务要求完成相应操作，任务结束以后，按照要求，将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  <w:szCs w:val="24"/>
        </w:rPr>
        <w:t>任务成果上传至信息化综合考试平台）</w:t>
      </w:r>
    </w:p>
    <w:p w:rsidR="00927786" w:rsidRDefault="00CC32FB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任务目标：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考生需利用CAD软件完成以下两个任务：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</w:rPr>
        <w:t>：创建样板文件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任务二：补绘建筑施工图</w:t>
      </w:r>
    </w:p>
    <w:p w:rsidR="00927786" w:rsidRDefault="00CC32FB">
      <w:pPr>
        <w:adjustRightInd w:val="0"/>
        <w:snapToGrid w:val="0"/>
        <w:spacing w:beforeLines="50" w:before="156"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成果命名说明：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1.文件夹命名要求：在D盘（具体某盘，根据现场情况，由考评员决定）的根目录下，创建参试学生文件夹，文件夹以“ 准考证号”命名，文件夹名中不要有空格。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2.本次测试所有任务的完成结果必须保存在上述参试学生文件夹中，否则以未做任务处理。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3.文件命名及上传要求：</w:t>
      </w:r>
      <w:r>
        <w:rPr>
          <w:rFonts w:ascii="宋体" w:hAnsi="宋体" w:cs="宋体" w:hint="eastAsia"/>
          <w:b/>
          <w:bCs/>
          <w:color w:val="000000"/>
          <w:sz w:val="24"/>
        </w:rPr>
        <w:t>必须按任务要求命名文件名称。并按照要求上传到信息化综合考试平台。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4. 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927786" w:rsidRDefault="00CC32FB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一</w:t>
      </w:r>
      <w:proofErr w:type="gramEnd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创建样板文件（5分）</w:t>
      </w:r>
    </w:p>
    <w:p w:rsidR="00927786" w:rsidRDefault="00CC32FB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1.设置图层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</w:rPr>
        <w:t>及其有关特性。</w:t>
      </w:r>
    </w:p>
    <w:tbl>
      <w:tblPr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985"/>
        <w:gridCol w:w="1607"/>
        <w:gridCol w:w="2362"/>
      </w:tblGrid>
      <w:tr w:rsidR="00927786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 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 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 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927786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927786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粗线 </w:t>
            </w:r>
          </w:p>
        </w:tc>
      </w:tr>
      <w:tr w:rsidR="00927786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92778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92778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92778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92778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92778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86" w:rsidRDefault="00CC3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786" w:rsidRDefault="00CC32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927786" w:rsidRDefault="00CC32FB">
      <w:pPr>
        <w:adjustRightInd w:val="0"/>
        <w:snapToGrid w:val="0"/>
        <w:spacing w:beforeLines="50" w:before="156"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2.设置文字样式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需设置两个文字样式，分别用于“汉字”和“非汉字”，所有字体均为直体字，宽度因子为0.7。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 用于“汉字”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文字样式命名为“HZ”，字体名选择“仿宋”，语言为“CHINESE_GB2312”。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用于“非汉字”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样式命名为“XT”，字体名选择“Simplex”和“HZTXT”。</w:t>
      </w:r>
    </w:p>
    <w:p w:rsidR="00927786" w:rsidRDefault="00CC32FB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3.设置标注样式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标注样式名为“BZ”，其中文字样式用“XT”，其它参数请根据建筑图国家标准的要求尽可能详细设置。</w:t>
      </w:r>
    </w:p>
    <w:p w:rsidR="00927786" w:rsidRDefault="00CC32FB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4.设置多线样式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多线样式名为“4X”，要求能画出4条线，间距相同。</w:t>
      </w:r>
    </w:p>
    <w:p w:rsidR="00927786" w:rsidRDefault="00CC32FB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5.创建A3布局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① 新建布局  删除缺省的视口。 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布局更命  将新建布局更名为“A3”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③ 打印机配置  要求以“PDF”文件格式的虚拟打印机。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④ 打印设置  纸张幅面为A3，横放；打印边界四周均为0；采用黑色打印，打印比例为1:1。</w:t>
      </w:r>
    </w:p>
    <w:p w:rsidR="00927786" w:rsidRDefault="00CC32FB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6.绘制图框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在布局“A3”上绘制：用1:1的比例，按GB-A3图纸幅面要求，横装、留装订边，在0层中绘制图框。</w:t>
      </w:r>
    </w:p>
    <w:p w:rsidR="00927786" w:rsidRDefault="00CC32FB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7.绘制属性块标题栏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①绘制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按图1-1所示的标题栏，在0层中绘制，不标注尺寸。</w:t>
      </w:r>
    </w:p>
    <w:p w:rsidR="00927786" w:rsidRDefault="00CC32FB">
      <w:pPr>
        <w:adjustRightInd w:val="0"/>
        <w:snapToGrid w:val="0"/>
        <w:spacing w:line="360" w:lineRule="auto"/>
        <w:jc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noProof/>
          <w:color w:val="000000"/>
        </w:rPr>
        <w:drawing>
          <wp:inline distT="0" distB="0" distL="114300" distR="114300">
            <wp:extent cx="3582670" cy="1313815"/>
            <wp:effectExtent l="0" t="0" r="17780" b="635"/>
            <wp:docPr id="43" name="图片 1" descr="wps56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 descr="wps564D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82670" cy="1313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</w:rPr>
        <w:t xml:space="preserve"> </w:t>
      </w:r>
    </w:p>
    <w:p w:rsidR="00927786" w:rsidRDefault="00CC32FB">
      <w:pPr>
        <w:adjustRightInd w:val="0"/>
        <w:snapToGrid w:val="0"/>
        <w:spacing w:line="360" w:lineRule="auto"/>
        <w:ind w:firstLineChars="1400" w:firstLine="3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>图1-1  标题栏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定义属性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将“(图名)”、“(文件夹名)”、“(SCALE)” 和“(TH)” 均定义为属性，字高“(图名)”为7，其余为5。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所有文字均需居中。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③ 定义图块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将标题栏连同属性一起定义为块，块名为“BTL”，基点为右下角。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④ 插入图块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</w:rPr>
        <w:t>的右下角，分别将属性“(图名)”和“(文件夹名)”的值改为“基本设置”和“参试学生文件夹的具体名称”，如“南京市张三”。</w:t>
      </w:r>
    </w:p>
    <w:p w:rsidR="00927786" w:rsidRDefault="00CC32FB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8.保存文件</w:t>
      </w:r>
    </w:p>
    <w:p w:rsidR="00927786" w:rsidRDefault="00CC32FB">
      <w:pPr>
        <w:adjustRightInd w:val="0"/>
        <w:snapToGrid w:val="0"/>
        <w:spacing w:line="360" w:lineRule="auto"/>
        <w:ind w:firstLineChars="196" w:firstLine="47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保存为样板文件，文件名为“TASK01.dwt”，保存到指定的文件夹中，并上传至信息化综合考试平台。</w:t>
      </w:r>
    </w:p>
    <w:p w:rsidR="00927786" w:rsidRDefault="00CC32FB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任务二 补绘建筑施工图（15分）</w:t>
      </w:r>
    </w:p>
    <w:p w:rsidR="00927786" w:rsidRDefault="00CC32FB">
      <w:pPr>
        <w:adjustRightInd w:val="0"/>
        <w:snapToGrid w:val="0"/>
        <w:spacing w:line="360" w:lineRule="auto"/>
        <w:ind w:firstLineChars="196" w:firstLine="47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打开“项目二素材.</w:t>
      </w:r>
      <w:proofErr w:type="spellStart"/>
      <w:r>
        <w:rPr>
          <w:rFonts w:ascii="宋体" w:hAnsi="宋体" w:cs="宋体" w:hint="eastAsia"/>
          <w:color w:val="000000"/>
          <w:sz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</w:rPr>
        <w:t>”文件，补绘提供的某楼的建筑施工图。1轴及A轴交点位置不可更改，结果文件命名为“TASK02.dwg”，保存到指定的文件夹中，并上传至信息化综合考试平台。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图面应符合《GB50104 -2010建筑制图统一标准》的要求，做到清晰、简明、准确，符合设计、施工、存档的要求，适应工程建设的需要。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建筑内部的标注均无需标注，若标注不加分。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br w:type="page"/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lastRenderedPageBreak/>
        <w:t>项目三:钢筋配料单的编制</w:t>
      </w: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共计20分，考生在信息化综合考试平台中，将计算结果填写在平台上的相应空格中）</w:t>
      </w:r>
    </w:p>
    <w:p w:rsidR="00927786" w:rsidRDefault="00CC32F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某框架结构抗震等级为三级，楼层框架梁的配筋情况如图所示，混凝土强度等级为</w:t>
      </w:r>
      <w:r>
        <w:rPr>
          <w:rFonts w:hint="eastAsia"/>
          <w:sz w:val="28"/>
          <w:szCs w:val="28"/>
        </w:rPr>
        <w:t>C25</w:t>
      </w:r>
      <w:r>
        <w:rPr>
          <w:rFonts w:hint="eastAsia"/>
          <w:sz w:val="28"/>
          <w:szCs w:val="28"/>
        </w:rPr>
        <w:t>，框架柱尺寸为</w:t>
      </w:r>
      <w:r>
        <w:rPr>
          <w:rFonts w:hint="eastAsia"/>
          <w:sz w:val="28"/>
          <w:szCs w:val="28"/>
        </w:rPr>
        <w:t>500X500mm</w:t>
      </w:r>
      <w:r>
        <w:rPr>
          <w:rFonts w:hint="eastAsia"/>
          <w:sz w:val="28"/>
          <w:szCs w:val="28"/>
        </w:rPr>
        <w:t>，梁的混凝土保护层厚度为</w:t>
      </w:r>
      <w:r>
        <w:rPr>
          <w:rFonts w:hint="eastAsia"/>
          <w:sz w:val="28"/>
          <w:szCs w:val="28"/>
        </w:rPr>
        <w:t>25mm</w:t>
      </w:r>
      <w:r>
        <w:rPr>
          <w:rFonts w:hint="eastAsia"/>
          <w:sz w:val="28"/>
          <w:szCs w:val="28"/>
        </w:rPr>
        <w:t>，纵</w:t>
      </w:r>
      <w:proofErr w:type="gramStart"/>
      <w:r>
        <w:rPr>
          <w:rFonts w:hint="eastAsia"/>
          <w:sz w:val="28"/>
          <w:szCs w:val="28"/>
        </w:rPr>
        <w:t>筋采用</w:t>
      </w:r>
      <w:proofErr w:type="gramEnd"/>
      <w:r>
        <w:rPr>
          <w:rFonts w:hint="eastAsia"/>
          <w:sz w:val="28"/>
          <w:szCs w:val="28"/>
        </w:rPr>
        <w:t>HRB335</w:t>
      </w:r>
      <w:r>
        <w:rPr>
          <w:rFonts w:hint="eastAsia"/>
          <w:sz w:val="28"/>
          <w:szCs w:val="28"/>
        </w:rPr>
        <w:t>级，箍筋采用</w:t>
      </w:r>
      <w:r>
        <w:rPr>
          <w:rFonts w:hint="eastAsia"/>
          <w:sz w:val="28"/>
          <w:szCs w:val="28"/>
        </w:rPr>
        <w:t>HPB335</w:t>
      </w:r>
      <w:r>
        <w:rPr>
          <w:rFonts w:hint="eastAsia"/>
          <w:sz w:val="28"/>
          <w:szCs w:val="28"/>
        </w:rPr>
        <w:t>级，箍筋按照外皮计算，调整值取</w:t>
      </w:r>
      <w:r>
        <w:rPr>
          <w:rFonts w:hint="eastAsia"/>
          <w:sz w:val="28"/>
          <w:szCs w:val="28"/>
        </w:rPr>
        <w:t>18.5d</w:t>
      </w:r>
      <w:r>
        <w:rPr>
          <w:rFonts w:hint="eastAsia"/>
          <w:sz w:val="28"/>
          <w:szCs w:val="28"/>
        </w:rPr>
        <w:t>，</w:t>
      </w:r>
      <w:proofErr w:type="spellStart"/>
      <w:r>
        <w:rPr>
          <w:rFonts w:hint="eastAsia"/>
          <w:sz w:val="28"/>
          <w:szCs w:val="28"/>
        </w:rPr>
        <w:t>LaE</w:t>
      </w:r>
      <w:proofErr w:type="spellEnd"/>
      <w:r>
        <w:rPr>
          <w:rFonts w:hint="eastAsia"/>
          <w:sz w:val="28"/>
          <w:szCs w:val="28"/>
        </w:rPr>
        <w:t>=37d,</w:t>
      </w:r>
      <w:r>
        <w:rPr>
          <w:rFonts w:hint="eastAsia"/>
          <w:sz w:val="28"/>
          <w:szCs w:val="28"/>
        </w:rPr>
        <w:t>请计算该梁中所有钢筋的下料长度，并配置配料单。</w:t>
      </w:r>
    </w:p>
    <w:p w:rsidR="00927786" w:rsidRDefault="00CC32FB"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2346960</wp:posOffset>
            </wp:positionH>
            <wp:positionV relativeFrom="paragraph">
              <wp:posOffset>1418590</wp:posOffset>
            </wp:positionV>
            <wp:extent cx="476250" cy="228600"/>
            <wp:effectExtent l="0" t="0" r="0" b="0"/>
            <wp:wrapNone/>
            <wp:docPr id="5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2148205</wp:posOffset>
            </wp:positionH>
            <wp:positionV relativeFrom="paragraph">
              <wp:posOffset>236220</wp:posOffset>
            </wp:positionV>
            <wp:extent cx="1562100" cy="742950"/>
            <wp:effectExtent l="0" t="0" r="0" b="0"/>
            <wp:wrapNone/>
            <wp:docPr id="5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5271770" cy="2373630"/>
            <wp:effectExtent l="0" t="0" r="5080" b="7620"/>
            <wp:docPr id="5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73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27786" w:rsidRDefault="00927786"/>
    <w:p w:rsidR="00927786" w:rsidRDefault="00927786"/>
    <w:p w:rsidR="00927786" w:rsidRDefault="00927786"/>
    <w:p w:rsidR="00927786" w:rsidRDefault="00CC32FB">
      <w:pPr>
        <w:spacing w:line="400" w:lineRule="exact"/>
        <w:jc w:val="center"/>
        <w:rPr>
          <w:rFonts w:ascii="仿宋" w:eastAsia="仿宋" w:hAnsi="仿宋" w:cs="仿宋"/>
          <w:bCs/>
          <w:color w:val="000000"/>
          <w:sz w:val="24"/>
        </w:rPr>
      </w:pPr>
      <w:r>
        <w:rPr>
          <w:rFonts w:ascii="仿宋" w:eastAsia="仿宋" w:hAnsi="仿宋" w:cs="仿宋" w:hint="eastAsia"/>
          <w:bCs/>
          <w:color w:val="000000"/>
          <w:sz w:val="24"/>
        </w:rPr>
        <w:t>梁中钢筋配料单</w:t>
      </w:r>
    </w:p>
    <w:tbl>
      <w:tblPr>
        <w:tblW w:w="83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090"/>
        <w:gridCol w:w="740"/>
        <w:gridCol w:w="715"/>
        <w:gridCol w:w="1723"/>
        <w:gridCol w:w="1337"/>
      </w:tblGrid>
      <w:tr w:rsidR="00927786">
        <w:trPr>
          <w:trHeight w:val="470"/>
        </w:trPr>
        <w:tc>
          <w:tcPr>
            <w:tcW w:w="706" w:type="dxa"/>
            <w:vAlign w:val="center"/>
          </w:tcPr>
          <w:p w:rsidR="00927786" w:rsidRDefault="00CC32FB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编号</w:t>
            </w:r>
          </w:p>
        </w:tc>
        <w:tc>
          <w:tcPr>
            <w:tcW w:w="3090" w:type="dxa"/>
            <w:vAlign w:val="center"/>
          </w:tcPr>
          <w:p w:rsidR="00927786" w:rsidRDefault="00CC32FB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简图</w:t>
            </w:r>
          </w:p>
        </w:tc>
        <w:tc>
          <w:tcPr>
            <w:tcW w:w="740" w:type="dxa"/>
            <w:vAlign w:val="center"/>
          </w:tcPr>
          <w:p w:rsidR="00927786" w:rsidRDefault="00CC32FB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型号</w:t>
            </w:r>
          </w:p>
        </w:tc>
        <w:tc>
          <w:tcPr>
            <w:tcW w:w="715" w:type="dxa"/>
            <w:vAlign w:val="center"/>
          </w:tcPr>
          <w:p w:rsidR="00927786" w:rsidRDefault="00CC32FB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根数</w:t>
            </w:r>
          </w:p>
        </w:tc>
        <w:tc>
          <w:tcPr>
            <w:tcW w:w="1723" w:type="dxa"/>
            <w:vAlign w:val="center"/>
          </w:tcPr>
          <w:p w:rsidR="00927786" w:rsidRDefault="00CC32FB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下料长度</w:t>
            </w:r>
          </w:p>
        </w:tc>
        <w:tc>
          <w:tcPr>
            <w:tcW w:w="1337" w:type="dxa"/>
            <w:vAlign w:val="center"/>
          </w:tcPr>
          <w:p w:rsidR="00927786" w:rsidRDefault="00CC32FB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总长</w:t>
            </w:r>
          </w:p>
        </w:tc>
      </w:tr>
      <w:tr w:rsidR="00927786">
        <w:tc>
          <w:tcPr>
            <w:tcW w:w="706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927786">
        <w:tc>
          <w:tcPr>
            <w:tcW w:w="706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927786">
        <w:tc>
          <w:tcPr>
            <w:tcW w:w="706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927786" w:rsidRDefault="00927786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</w:tbl>
    <w:p w:rsidR="00927786" w:rsidRDefault="00927786"/>
    <w:p w:rsidR="00927786" w:rsidRDefault="00927786"/>
    <w:p w:rsidR="00927786" w:rsidRDefault="00927786"/>
    <w:p w:rsidR="00927786" w:rsidRDefault="00927786"/>
    <w:p w:rsidR="00927786" w:rsidRDefault="00927786"/>
    <w:p w:rsidR="00927786" w:rsidRDefault="00927786"/>
    <w:p w:rsidR="00927786" w:rsidRDefault="00927786"/>
    <w:p w:rsidR="00927786" w:rsidRDefault="00927786"/>
    <w:p w:rsidR="00927786" w:rsidRDefault="00CC32FB">
      <w:r>
        <w:rPr>
          <w:rFonts w:hint="eastAsia"/>
        </w:rPr>
        <w:t>答案：</w:t>
      </w:r>
    </w:p>
    <w:p w:rsidR="00927786" w:rsidRDefault="00927786"/>
    <w:p w:rsidR="00927786" w:rsidRDefault="00927786">
      <w:pPr>
        <w:rPr>
          <w:sz w:val="28"/>
          <w:szCs w:val="28"/>
        </w:rPr>
      </w:pPr>
    </w:p>
    <w:tbl>
      <w:tblPr>
        <w:tblW w:w="85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"/>
        <w:gridCol w:w="3452"/>
        <w:gridCol w:w="633"/>
        <w:gridCol w:w="942"/>
        <w:gridCol w:w="1485"/>
        <w:gridCol w:w="1560"/>
      </w:tblGrid>
      <w:tr w:rsidR="00927786">
        <w:trPr>
          <w:trHeight w:val="93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简      图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型</w:t>
            </w: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号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根数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下料长度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总长</w:t>
            </w:r>
          </w:p>
        </w:tc>
      </w:tr>
      <w:tr w:rsidR="00927786">
        <w:trPr>
          <w:trHeight w:val="20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927786">
            <w:pPr>
              <w:widowControl/>
              <w:jc w:val="left"/>
              <w:textAlignment w:val="center"/>
              <w:rPr>
                <w:rFonts w:cs="Calibri"/>
                <w:color w:val="000000"/>
                <w:sz w:val="22"/>
              </w:rPr>
            </w:pPr>
          </w:p>
          <w:p w:rsidR="00927786" w:rsidRDefault="00CC32FB">
            <w:pPr>
              <w:widowControl/>
              <w:jc w:val="center"/>
              <w:textAlignment w:val="center"/>
              <w:rPr>
                <w:rFonts w:cs="Calibri"/>
                <w:color w:val="00000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53340</wp:posOffset>
                  </wp:positionV>
                  <wp:extent cx="186690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1380" y="21296"/>
                      <wp:lineTo x="21380" y="0"/>
                      <wp:lineTo x="0" y="0"/>
                    </wp:wrapPolygon>
                  </wp:wrapThrough>
                  <wp:docPr id="5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b/>
                <w:color w:val="000000"/>
                <w:szCs w:val="21"/>
              </w:rPr>
            </w:pPr>
            <w:r>
              <w:rPr>
                <w:noProof/>
              </w:rPr>
              <w:drawing>
                <wp:inline distT="0" distB="0" distL="114300" distR="114300">
                  <wp:extent cx="142875" cy="257175"/>
                  <wp:effectExtent l="0" t="0" r="9525" b="9525"/>
                  <wp:docPr id="55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 w:rsidRPr="00CC32FB">
              <w:rPr>
                <w:rFonts w:ascii="楷体_GB2312" w:eastAsia="楷体_GB2312" w:hAnsi="宋体" w:cs="楷体_GB2312" w:hint="eastAsia"/>
                <w:color w:val="FF0000"/>
                <w:szCs w:val="21"/>
              </w:rPr>
              <w:t>5850mm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</w:pPr>
            <w:r w:rsidRPr="00CC32FB">
              <w:rPr>
                <w:rFonts w:ascii="楷体_GB2312" w:eastAsia="楷体_GB2312" w:hAnsi="宋体" w:cs="楷体_GB2312" w:hint="eastAsia"/>
                <w:color w:val="FF0000"/>
                <w:kern w:val="0"/>
                <w:szCs w:val="21"/>
                <w:lang w:bidi="ar"/>
              </w:rPr>
              <w:t>11700mm</w:t>
            </w:r>
          </w:p>
        </w:tc>
      </w:tr>
      <w:tr w:rsidR="00927786">
        <w:trPr>
          <w:trHeight w:val="78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CC32FB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167005</wp:posOffset>
                  </wp:positionV>
                  <wp:extent cx="1819275" cy="619125"/>
                  <wp:effectExtent l="0" t="0" r="9525" b="9525"/>
                  <wp:wrapThrough wrapText="bothSides">
                    <wp:wrapPolygon edited="0">
                      <wp:start x="0" y="0"/>
                      <wp:lineTo x="0" y="21268"/>
                      <wp:lineTo x="21487" y="21268"/>
                      <wp:lineTo x="21487" y="0"/>
                      <wp:lineTo x="0" y="0"/>
                    </wp:wrapPolygon>
                  </wp:wrapThrough>
                  <wp:docPr id="50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b/>
                <w:color w:val="000000"/>
                <w:szCs w:val="21"/>
              </w:rPr>
            </w:pPr>
            <w:r>
              <w:rPr>
                <w:noProof/>
              </w:rPr>
              <w:drawing>
                <wp:inline distT="0" distB="0" distL="114300" distR="114300">
                  <wp:extent cx="142875" cy="257175"/>
                  <wp:effectExtent l="0" t="0" r="9525" b="9525"/>
                  <wp:docPr id="52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 w:rsidRPr="00CC32FB">
              <w:rPr>
                <w:rFonts w:ascii="楷体_GB2312" w:eastAsia="楷体_GB2312" w:hAnsi="宋体" w:cs="楷体_GB2312" w:hint="eastAsia"/>
                <w:color w:val="FF0000"/>
                <w:szCs w:val="21"/>
              </w:rPr>
              <w:t>5910mm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 w:rsidRPr="00CC32FB">
              <w:rPr>
                <w:rFonts w:ascii="楷体_GB2312" w:eastAsia="楷体_GB2312" w:hAnsi="宋体" w:cs="楷体_GB2312" w:hint="eastAsia"/>
                <w:color w:val="FF0000"/>
                <w:szCs w:val="21"/>
              </w:rPr>
              <w:t>23640mm</w:t>
            </w:r>
          </w:p>
        </w:tc>
      </w:tr>
      <w:tr w:rsidR="00927786">
        <w:trPr>
          <w:trHeight w:val="123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677545</wp:posOffset>
                  </wp:positionH>
                  <wp:positionV relativeFrom="paragraph">
                    <wp:posOffset>77470</wp:posOffset>
                  </wp:positionV>
                  <wp:extent cx="1038225" cy="742950"/>
                  <wp:effectExtent l="0" t="0" r="9525" b="0"/>
                  <wp:wrapThrough wrapText="bothSides">
                    <wp:wrapPolygon edited="0">
                      <wp:start x="0" y="0"/>
                      <wp:lineTo x="0" y="21046"/>
                      <wp:lineTo x="21402" y="21046"/>
                      <wp:lineTo x="21402" y="0"/>
                      <wp:lineTo x="0" y="0"/>
                    </wp:wrapPolygon>
                  </wp:wrapThrough>
                  <wp:docPr id="53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927786" w:rsidRDefault="0092778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b/>
                <w:color w:val="000000"/>
                <w:szCs w:val="21"/>
              </w:rPr>
            </w:pPr>
            <w:r>
              <w:rPr>
                <w:noProof/>
              </w:rPr>
              <w:drawing>
                <wp:inline distT="0" distB="0" distL="114300" distR="114300">
                  <wp:extent cx="142875" cy="257175"/>
                  <wp:effectExtent l="0" t="0" r="9525" b="9525"/>
                  <wp:docPr id="51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szCs w:val="21"/>
              </w:rPr>
              <w:t>1559mm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86" w:rsidRDefault="00CC32FB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45211mm</w:t>
            </w:r>
          </w:p>
        </w:tc>
      </w:tr>
    </w:tbl>
    <w:p w:rsidR="00927786" w:rsidRDefault="0092778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:rsidR="00927786" w:rsidRDefault="00CC32F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br w:type="page"/>
      </w:r>
    </w:p>
    <w:p w:rsidR="00927786" w:rsidRDefault="0092778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</w:p>
    <w:p w:rsidR="00927786" w:rsidRDefault="00CC32FB">
      <w:pPr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项目四：建筑工程测量（共计30分）</w:t>
      </w:r>
    </w:p>
    <w:p w:rsidR="00927786" w:rsidRDefault="00CC32FB" w:rsidP="00CC32FB">
      <w:pPr>
        <w:adjustRightInd w:val="0"/>
        <w:snapToGrid w:val="0"/>
        <w:spacing w:beforeLines="100" w:before="312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（共计30分，此题为实际操作题，考生在指定的场地利用相应的仪器完成以下任务）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任务名称：</w:t>
      </w:r>
      <w:r>
        <w:rPr>
          <w:rFonts w:ascii="仿宋" w:eastAsia="仿宋" w:hAnsi="仿宋" w:cs="仿宋" w:hint="eastAsia"/>
          <w:color w:val="000000"/>
          <w:sz w:val="24"/>
        </w:rPr>
        <w:t>水准仪</w:t>
      </w: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测设</w:t>
      </w:r>
    </w:p>
    <w:p w:rsidR="00927786" w:rsidRDefault="00CC32FB">
      <w:pPr>
        <w:adjustRightInd w:val="0"/>
        <w:snapToGrid w:val="0"/>
        <w:spacing w:line="360" w:lineRule="auto"/>
        <w:ind w:firstLine="42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已知水准点若干，放样位置采用固定木桩、立杆或墙面。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具体考核要求：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1.检验其圆水准器轴是否合乎要求；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2.已知水准点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</w:t>
      </w:r>
      <w:r>
        <w:rPr>
          <w:rFonts w:ascii="仿宋" w:eastAsia="仿宋" w:hAnsi="仿宋" w:cs="仿宋" w:hint="eastAsia"/>
          <w:color w:val="000000"/>
          <w:sz w:val="24"/>
        </w:rPr>
        <w:t>（H＝</w:t>
      </w:r>
      <w:proofErr w:type="gramStart"/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m），根据指定设计高程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 　</w:t>
      </w:r>
      <w:r>
        <w:rPr>
          <w:rFonts w:ascii="仿宋" w:eastAsia="仿宋" w:hAnsi="仿宋" w:cs="仿宋" w:hint="eastAsia"/>
          <w:color w:val="000000"/>
          <w:sz w:val="24"/>
        </w:rPr>
        <w:t>m标定出其相应位置并做好标记；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3.测出已知点和标定点之间的高差，要求与设计高差相差≤±5mm；</w:t>
      </w:r>
    </w:p>
    <w:p w:rsidR="00927786" w:rsidRDefault="00CC32FB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4.填写相应的记录表格。</w:t>
      </w:r>
    </w:p>
    <w:p w:rsidR="00927786" w:rsidRDefault="00CC32FB">
      <w:pPr>
        <w:jc w:val="center"/>
        <w:rPr>
          <w:rFonts w:ascii="仿宋" w:eastAsia="仿宋" w:hAnsi="仿宋" w:cs="仿宋"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测设手簿　　仪器编号：　　　　　日期：</w:t>
      </w:r>
    </w:p>
    <w:p w:rsidR="00927786" w:rsidRDefault="00927786">
      <w:pPr>
        <w:jc w:val="center"/>
        <w:rPr>
          <w:rFonts w:ascii="仿宋" w:eastAsia="仿宋" w:hAnsi="仿宋" w:cs="仿宋"/>
          <w:color w:val="000000"/>
          <w:sz w:val="24"/>
        </w:rPr>
      </w:pPr>
    </w:p>
    <w:tbl>
      <w:tblPr>
        <w:tblW w:w="8304" w:type="dxa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33"/>
        <w:gridCol w:w="1256"/>
        <w:gridCol w:w="1256"/>
        <w:gridCol w:w="1256"/>
        <w:gridCol w:w="1256"/>
        <w:gridCol w:w="1071"/>
      </w:tblGrid>
      <w:tr w:rsidR="00927786">
        <w:trPr>
          <w:trHeight w:val="331"/>
        </w:trPr>
        <w:tc>
          <w:tcPr>
            <w:tcW w:w="2209" w:type="dxa"/>
            <w:gridSpan w:val="2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已知水准点</w:t>
            </w:r>
          </w:p>
        </w:tc>
        <w:tc>
          <w:tcPr>
            <w:tcW w:w="1256" w:type="dxa"/>
            <w:vMerge w:val="restart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后视读数</w:t>
            </w:r>
          </w:p>
        </w:tc>
        <w:tc>
          <w:tcPr>
            <w:tcW w:w="1256" w:type="dxa"/>
            <w:vMerge w:val="restart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仪器视</w:t>
            </w:r>
          </w:p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线高</w:t>
            </w:r>
          </w:p>
        </w:tc>
        <w:tc>
          <w:tcPr>
            <w:tcW w:w="1256" w:type="dxa"/>
            <w:vMerge w:val="restart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设计高程</w:t>
            </w:r>
          </w:p>
        </w:tc>
        <w:tc>
          <w:tcPr>
            <w:tcW w:w="1256" w:type="dxa"/>
            <w:vMerge w:val="restart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前视应</w:t>
            </w:r>
          </w:p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读数</w:t>
            </w:r>
          </w:p>
        </w:tc>
        <w:tc>
          <w:tcPr>
            <w:tcW w:w="1071" w:type="dxa"/>
            <w:vMerge w:val="restart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927786">
        <w:trPr>
          <w:trHeight w:val="345"/>
        </w:trPr>
        <w:tc>
          <w:tcPr>
            <w:tcW w:w="1276" w:type="dxa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点名</w:t>
            </w:r>
          </w:p>
        </w:tc>
        <w:tc>
          <w:tcPr>
            <w:tcW w:w="933" w:type="dxa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高程</w:t>
            </w:r>
          </w:p>
        </w:tc>
        <w:tc>
          <w:tcPr>
            <w:tcW w:w="1256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27786">
        <w:trPr>
          <w:trHeight w:val="420"/>
        </w:trPr>
        <w:tc>
          <w:tcPr>
            <w:tcW w:w="1276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27786">
        <w:trPr>
          <w:trHeight w:val="420"/>
        </w:trPr>
        <w:tc>
          <w:tcPr>
            <w:tcW w:w="1276" w:type="dxa"/>
            <w:vMerge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27786">
        <w:trPr>
          <w:trHeight w:val="420"/>
        </w:trPr>
        <w:tc>
          <w:tcPr>
            <w:tcW w:w="1276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27786">
        <w:trPr>
          <w:trHeight w:val="420"/>
        </w:trPr>
        <w:tc>
          <w:tcPr>
            <w:tcW w:w="1276" w:type="dxa"/>
            <w:vMerge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927786" w:rsidRDefault="00CC32FB">
      <w:pPr>
        <w:jc w:val="center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 xml:space="preserve">　</w:t>
      </w:r>
    </w:p>
    <w:p w:rsidR="00927786" w:rsidRDefault="00CC32FB">
      <w:pPr>
        <w:jc w:val="center"/>
        <w:rPr>
          <w:rFonts w:ascii="仿宋" w:eastAsia="仿宋" w:hAnsi="仿宋" w:cs="仿宋"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单面尺法高差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观测手簿　　仪器编号：　　　日期：</w:t>
      </w:r>
    </w:p>
    <w:tbl>
      <w:tblPr>
        <w:tblpPr w:leftFromText="180" w:rightFromText="180" w:vertAnchor="text" w:horzAnchor="page" w:tblpX="1878" w:tblpY="308"/>
        <w:tblOverlap w:val="never"/>
        <w:tblW w:w="830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1977"/>
        <w:gridCol w:w="1675"/>
        <w:gridCol w:w="1322"/>
        <w:gridCol w:w="1278"/>
      </w:tblGrid>
      <w:tr w:rsidR="00927786">
        <w:trPr>
          <w:trHeight w:val="554"/>
        </w:trPr>
        <w:tc>
          <w:tcPr>
            <w:tcW w:w="2052" w:type="dxa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测点</w:t>
            </w:r>
          </w:p>
        </w:tc>
        <w:tc>
          <w:tcPr>
            <w:tcW w:w="1977" w:type="dxa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后视读数</w:t>
            </w:r>
          </w:p>
        </w:tc>
        <w:tc>
          <w:tcPr>
            <w:tcW w:w="1675" w:type="dxa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前视读数</w:t>
            </w:r>
          </w:p>
        </w:tc>
        <w:tc>
          <w:tcPr>
            <w:tcW w:w="1322" w:type="dxa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高差</w:t>
            </w:r>
          </w:p>
        </w:tc>
        <w:tc>
          <w:tcPr>
            <w:tcW w:w="1278" w:type="dxa"/>
            <w:vAlign w:val="center"/>
          </w:tcPr>
          <w:p w:rsidR="00927786" w:rsidRDefault="00CC32F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927786">
        <w:trPr>
          <w:trHeight w:val="465"/>
        </w:trPr>
        <w:tc>
          <w:tcPr>
            <w:tcW w:w="2052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27786">
        <w:trPr>
          <w:trHeight w:val="465"/>
        </w:trPr>
        <w:tc>
          <w:tcPr>
            <w:tcW w:w="2052" w:type="dxa"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27786">
        <w:trPr>
          <w:trHeight w:val="465"/>
        </w:trPr>
        <w:tc>
          <w:tcPr>
            <w:tcW w:w="2052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927786">
        <w:trPr>
          <w:trHeight w:val="465"/>
        </w:trPr>
        <w:tc>
          <w:tcPr>
            <w:tcW w:w="2052" w:type="dxa"/>
            <w:vAlign w:val="center"/>
          </w:tcPr>
          <w:p w:rsidR="00927786" w:rsidRDefault="00927786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927786" w:rsidRDefault="0092778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927786" w:rsidRDefault="00927786">
      <w:pPr>
        <w:rPr>
          <w:rFonts w:ascii="仿宋" w:eastAsia="仿宋" w:hAnsi="仿宋" w:cs="仿宋"/>
          <w:color w:val="000000"/>
          <w:sz w:val="24"/>
        </w:rPr>
      </w:pPr>
    </w:p>
    <w:p w:rsidR="00927786" w:rsidRDefault="00927786">
      <w:pPr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</w:p>
    <w:sectPr w:rsidR="00927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9C" w:rsidRDefault="004D659C" w:rsidP="00CA532A">
      <w:r>
        <w:separator/>
      </w:r>
    </w:p>
  </w:endnote>
  <w:endnote w:type="continuationSeparator" w:id="0">
    <w:p w:rsidR="004D659C" w:rsidRDefault="004D659C" w:rsidP="00CA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9C" w:rsidRDefault="004D659C" w:rsidP="00CA532A">
      <w:r>
        <w:separator/>
      </w:r>
    </w:p>
  </w:footnote>
  <w:footnote w:type="continuationSeparator" w:id="0">
    <w:p w:rsidR="004D659C" w:rsidRDefault="004D659C" w:rsidP="00CA5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4F9140"/>
    <w:multiLevelType w:val="singleLevel"/>
    <w:tmpl w:val="994F9140"/>
    <w:lvl w:ilvl="0">
      <w:start w:val="14"/>
      <w:numFmt w:val="decimal"/>
      <w:suff w:val="nothing"/>
      <w:lvlText w:val="%1、"/>
      <w:lvlJc w:val="left"/>
    </w:lvl>
  </w:abstractNum>
  <w:abstractNum w:abstractNumId="1">
    <w:nsid w:val="A46C7B8D"/>
    <w:multiLevelType w:val="singleLevel"/>
    <w:tmpl w:val="A46C7B8D"/>
    <w:lvl w:ilvl="0">
      <w:start w:val="18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A3E6C"/>
    <w:rsid w:val="004D659C"/>
    <w:rsid w:val="00927786"/>
    <w:rsid w:val="00CA532A"/>
    <w:rsid w:val="00CC32FB"/>
    <w:rsid w:val="098E4450"/>
    <w:rsid w:val="09FB736E"/>
    <w:rsid w:val="0A17392A"/>
    <w:rsid w:val="0D146636"/>
    <w:rsid w:val="0F0A3E6C"/>
    <w:rsid w:val="11032DCF"/>
    <w:rsid w:val="12A22888"/>
    <w:rsid w:val="13CF569F"/>
    <w:rsid w:val="1B4B3EEE"/>
    <w:rsid w:val="21A04F14"/>
    <w:rsid w:val="2A9C031B"/>
    <w:rsid w:val="2B186D29"/>
    <w:rsid w:val="2C4875F7"/>
    <w:rsid w:val="2F4B1AF9"/>
    <w:rsid w:val="2F9F6AF3"/>
    <w:rsid w:val="2FBB25FC"/>
    <w:rsid w:val="32222743"/>
    <w:rsid w:val="3B59794E"/>
    <w:rsid w:val="3C7A1498"/>
    <w:rsid w:val="4002069F"/>
    <w:rsid w:val="41BB539E"/>
    <w:rsid w:val="422079B3"/>
    <w:rsid w:val="42F40F74"/>
    <w:rsid w:val="445858B4"/>
    <w:rsid w:val="44AA07E9"/>
    <w:rsid w:val="4C76510B"/>
    <w:rsid w:val="4F727005"/>
    <w:rsid w:val="566856B8"/>
    <w:rsid w:val="57ED6953"/>
    <w:rsid w:val="590D4479"/>
    <w:rsid w:val="591F3EB5"/>
    <w:rsid w:val="6172226C"/>
    <w:rsid w:val="6A554528"/>
    <w:rsid w:val="6A5B3845"/>
    <w:rsid w:val="6C105706"/>
    <w:rsid w:val="6CD556D5"/>
    <w:rsid w:val="6D535020"/>
    <w:rsid w:val="71942140"/>
    <w:rsid w:val="739401D1"/>
    <w:rsid w:val="74494BD8"/>
    <w:rsid w:val="7AD0622B"/>
    <w:rsid w:val="7BC746D6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rsid w:val="00CC32FB"/>
    <w:rPr>
      <w:sz w:val="18"/>
      <w:szCs w:val="18"/>
    </w:rPr>
  </w:style>
  <w:style w:type="character" w:customStyle="1" w:styleId="Char">
    <w:name w:val="批注框文本 Char"/>
    <w:basedOn w:val="a0"/>
    <w:link w:val="a4"/>
    <w:rsid w:val="00CC32FB"/>
    <w:rPr>
      <w:kern w:val="2"/>
      <w:sz w:val="18"/>
      <w:szCs w:val="18"/>
    </w:rPr>
  </w:style>
  <w:style w:type="paragraph" w:styleId="a5">
    <w:name w:val="header"/>
    <w:basedOn w:val="a"/>
    <w:link w:val="Char0"/>
    <w:rsid w:val="00CA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A532A"/>
    <w:rPr>
      <w:kern w:val="2"/>
      <w:sz w:val="18"/>
      <w:szCs w:val="18"/>
    </w:rPr>
  </w:style>
  <w:style w:type="paragraph" w:styleId="a6">
    <w:name w:val="footer"/>
    <w:basedOn w:val="a"/>
    <w:link w:val="Char1"/>
    <w:rsid w:val="00CA5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A532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rsid w:val="00CC32FB"/>
    <w:rPr>
      <w:sz w:val="18"/>
      <w:szCs w:val="18"/>
    </w:rPr>
  </w:style>
  <w:style w:type="character" w:customStyle="1" w:styleId="Char">
    <w:name w:val="批注框文本 Char"/>
    <w:basedOn w:val="a0"/>
    <w:link w:val="a4"/>
    <w:rsid w:val="00CC32FB"/>
    <w:rPr>
      <w:kern w:val="2"/>
      <w:sz w:val="18"/>
      <w:szCs w:val="18"/>
    </w:rPr>
  </w:style>
  <w:style w:type="paragraph" w:styleId="a5">
    <w:name w:val="header"/>
    <w:basedOn w:val="a"/>
    <w:link w:val="Char0"/>
    <w:rsid w:val="00CA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A532A"/>
    <w:rPr>
      <w:kern w:val="2"/>
      <w:sz w:val="18"/>
      <w:szCs w:val="18"/>
    </w:rPr>
  </w:style>
  <w:style w:type="paragraph" w:styleId="a6">
    <w:name w:val="footer"/>
    <w:basedOn w:val="a"/>
    <w:link w:val="Char1"/>
    <w:rsid w:val="00CA5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A53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8</TotalTime>
  <Pages>20</Pages>
  <Words>1100</Words>
  <Characters>6270</Characters>
  <Application>Microsoft Office Word</Application>
  <DocSecurity>0</DocSecurity>
  <Lines>52</Lines>
  <Paragraphs>14</Paragraphs>
  <ScaleCrop>false</ScaleCrop>
  <Company>Sky123.Org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王行</dc:creator>
  <cp:lastModifiedBy>China</cp:lastModifiedBy>
  <cp:revision>4</cp:revision>
  <dcterms:created xsi:type="dcterms:W3CDTF">2018-09-24T10:12:00Z</dcterms:created>
  <dcterms:modified xsi:type="dcterms:W3CDTF">2018-09-30T04:41:00Z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