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CD" w:rsidRDefault="004505CD" w:rsidP="004505CD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4505CD" w:rsidRDefault="004505CD" w:rsidP="004505CD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建筑工程类技能试卷三</w:t>
      </w:r>
      <w:bookmarkStart w:id="0" w:name="_GoBack"/>
      <w:bookmarkEnd w:id="0"/>
    </w:p>
    <w:p w:rsidR="004505CD" w:rsidRPr="00046496" w:rsidRDefault="004505CD" w:rsidP="004505CD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>
        <w:rPr>
          <w:rFonts w:ascii="宋体" w:hAnsi="宋体" w:cs="宋体"/>
          <w:b/>
          <w:bCs/>
          <w:kern w:val="0"/>
          <w:sz w:val="32"/>
          <w:szCs w:val="32"/>
        </w:rPr>
        <w:t>150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090413" w:rsidRPr="004505CD" w:rsidRDefault="00090413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090413" w:rsidRDefault="00090413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</w:t>
      </w:r>
      <w:proofErr w:type="gramStart"/>
      <w:r>
        <w:rPr>
          <w:rFonts w:ascii="宋体" w:hAnsi="宋体" w:cs="宋体" w:hint="eastAsia"/>
          <w:b/>
          <w:bCs/>
          <w:kern w:val="0"/>
          <w:sz w:val="30"/>
          <w:szCs w:val="30"/>
        </w:rPr>
        <w:t>一</w:t>
      </w:r>
      <w:proofErr w:type="gramEnd"/>
      <w:r>
        <w:rPr>
          <w:rFonts w:ascii="宋体" w:hAnsi="宋体" w:cs="宋体" w:hint="eastAsia"/>
          <w:b/>
          <w:bCs/>
          <w:kern w:val="0"/>
          <w:sz w:val="30"/>
          <w:szCs w:val="30"/>
        </w:rPr>
        <w:t>:施工图的识读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</w:rPr>
        <w:t>共计30分，60道单项选择题，每题0.5分；在每小题给出的四个选项中，只有一个最符合题目的要求）</w:t>
      </w:r>
      <w:r>
        <w:rPr>
          <w:rFonts w:ascii="宋体" w:hAnsi="宋体" w:cs="宋体" w:hint="eastAsia"/>
          <w:sz w:val="24"/>
        </w:rPr>
        <w:t>（该项目在信息化综合考试平台上完成，平台在试题库中随机抽</w:t>
      </w:r>
      <w:proofErr w:type="gramStart"/>
      <w:r>
        <w:rPr>
          <w:rFonts w:ascii="宋体" w:hAnsi="宋体" w:cs="宋体" w:hint="eastAsia"/>
          <w:sz w:val="24"/>
        </w:rPr>
        <w:t>题组卷</w:t>
      </w:r>
      <w:proofErr w:type="gramEnd"/>
      <w:r>
        <w:rPr>
          <w:rFonts w:ascii="宋体" w:hAnsi="宋体" w:cs="宋体" w:hint="eastAsia"/>
          <w:sz w:val="24"/>
        </w:rPr>
        <w:t>）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一、投影图识图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1、如图所示，在正投影图的展开图中，A点的水平投影a和正面投影a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’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的连线必定垂直于（   ）投影轴。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OX      B OZ      C OY        D OH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152140" cy="3274060"/>
            <wp:effectExtent l="0" t="0" r="10160" b="2540"/>
            <wp:docPr id="1" name="图片 1" descr="说明: C:\Users\Administrator\Desktop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C:\Users\Administrator\Desktop\03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2140" cy="3274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2、如图所示，已知A点的坐标（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x,y,z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>），则A点的V面投影a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’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由（    ）坐标确定。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x，y       B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C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x,z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D y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4678680" cy="3636010"/>
            <wp:effectExtent l="0" t="0" r="7620" b="2540"/>
            <wp:docPr id="2" name="图片 2" descr="说明: C:\Users\Administrator\Desktop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C:\Users\Administrator\Desktop\13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8680" cy="363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3、如图所示，已知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5,10,15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10,10,15</w:t>
      </w:r>
      <w:r>
        <w:rPr>
          <w:rFonts w:ascii="宋体" w:hAnsi="宋体" w:cs="宋体" w:hint="eastAsia"/>
          <w:kern w:val="0"/>
          <w:sz w:val="24"/>
          <w:szCs w:val="24"/>
        </w:rPr>
        <w:t>），则点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）投影面的重影点。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H           B V        C W       D 水平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641725" cy="3477895"/>
            <wp:effectExtent l="0" t="0" r="15875" b="8255"/>
            <wp:docPr id="3" name="图片 3" descr="说明: E:\最终\建筑类技能测试图纸\投影--点图纸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E:\最终\建筑类技能测试图纸\投影--点图纸\23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41725" cy="3477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947" w:hangingChars="350" w:hanging="8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 4、如图所示，已知C（10，15，20），D在C正右方5mm，点D的正确坐标为（  ）。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A D(10,10,20)   B D(10,15,15)   C D(15,15,20)   D D(5,15,20)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761105" cy="3117215"/>
            <wp:effectExtent l="0" t="0" r="10795" b="6985"/>
            <wp:docPr id="4" name="图片 4" descr="说明: E:\最终\建筑类技能测试图纸\投影--点图纸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E:\最终\建筑类技能测试图纸\投影--点图纸\33.JP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1105" cy="3117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5、如图所示，已知B（12，6，15），则B离H面（ ）mm。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12     B 6       C 15      D 13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587115" cy="3062605"/>
            <wp:effectExtent l="0" t="0" r="13335" b="4445"/>
            <wp:docPr id="5" name="图片 5" descr="说明: E:\最终\建筑类技能测试图纸\投影--点图纸\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E:\最终\建筑类技能测试图纸\投影--点图纸\43.JP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87115" cy="3062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6、如图所示，已知A点的H面V面投影，A点的空间位置有（ ）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一个       B 两个      C 三个      D 无数个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974465" cy="3660140"/>
            <wp:effectExtent l="0" t="0" r="6985" b="16510"/>
            <wp:docPr id="6" name="图片 6" descr="说明: E:\最终\建筑类技能测试图纸\投影--点图纸\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E:\最终\建筑类技能测试图纸\投影--点图纸\53.JP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4465" cy="3660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B 7、如图所示，若直线倾斜于某一投影面，则在该投影面上的投影（ 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积聚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成一点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 B 缩短的直线    C 等于实长   D 类似于实长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626485" cy="3474720"/>
            <wp:effectExtent l="0" t="0" r="12065" b="11430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26485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8、如图所示，以下是投影面平行线投影特性的是（   ）</w:t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三斜三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短   B 一点两直线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两垂一点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D 一斜两直线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970020" cy="3963670"/>
            <wp:effectExtent l="0" t="0" r="11430" b="17780"/>
            <wp:docPr id="8" name="图片 8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70020" cy="396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9、如图所示，在所垂直的投影面上的投影积聚成点，在其它两投影面上的投影反映实际长度且垂直于 相应的投影轴，原直线在空间中是（ ）</w:t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一般位置直线   B 投影面平行线   C 投影面垂直线   D 铅垂线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762375" cy="3744595"/>
            <wp:effectExtent l="0" t="0" r="9525" b="8255"/>
            <wp:docPr id="9" name="图片 9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744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10、如图所示，正垂线在（   ）面上的投影积聚为一个点</w:t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   A H       B V      C W      D 任意</w:t>
      </w:r>
    </w:p>
    <w:p w:rsidR="00090413" w:rsidRDefault="00090413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583305" cy="3669030"/>
            <wp:effectExtent l="0" t="0" r="17145" b="7620"/>
            <wp:docPr id="10" name="图片 10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83305" cy="3669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11、如图所示，以下几个选项中，是侧垂线的是（   ）</w:t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B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B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C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D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D</w:t>
      </w:r>
      <w:proofErr w:type="spellEnd"/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4210050" cy="4229735"/>
            <wp:effectExtent l="0" t="0" r="0" b="18415"/>
            <wp:docPr id="11" name="图片 11" descr="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22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A 12、如图所示，下列哪一个选项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是侧平线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。（   ）</w:t>
      </w:r>
    </w:p>
    <w:p w:rsidR="00090413" w:rsidRDefault="00997CF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B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B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C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D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D</w:t>
      </w:r>
      <w:proofErr w:type="spellEnd"/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929380" cy="4178300"/>
            <wp:effectExtent l="0" t="0" r="13970" b="12700"/>
            <wp:docPr id="12" name="图片 12" descr="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2938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r>
        <w:rPr>
          <w:rFonts w:asciiTheme="minorEastAsia" w:eastAsiaTheme="minorEastAsia" w:hAnsiTheme="minorEastAsia" w:cstheme="minorEastAsia" w:hint="eastAsia"/>
          <w:sz w:val="24"/>
          <w:szCs w:val="24"/>
        </w:rPr>
        <w:t>13、构件的正立面图和平面图如下图所示，正确的左侧立面图是（）答案（D）</w:t>
      </w:r>
    </w:p>
    <w:p w:rsidR="00090413" w:rsidRDefault="00090413"/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</w:pPr>
      <w:r>
        <w:rPr>
          <w:noProof/>
        </w:rPr>
        <w:lastRenderedPageBreak/>
        <w:drawing>
          <wp:inline distT="0" distB="0" distL="114300" distR="114300">
            <wp:extent cx="4838700" cy="3724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t>14</w:t>
      </w:r>
      <w:r>
        <w:rPr>
          <w:rFonts w:hint="eastAsia"/>
        </w:rPr>
        <w:t>、答案（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4018280"/>
            <wp:effectExtent l="0" t="0" r="254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15</w:t>
      </w:r>
      <w:r>
        <w:rPr>
          <w:rFonts w:hint="eastAsia"/>
        </w:rPr>
        <w:t>、答案（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3956050"/>
            <wp:effectExtent l="0" t="0" r="254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t>16</w:t>
      </w:r>
      <w:r>
        <w:rPr>
          <w:rFonts w:hint="eastAsia"/>
        </w:rPr>
        <w:t>、答案（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4008755"/>
            <wp:effectExtent l="0" t="0" r="2540" b="1079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8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17、下图中是一般位置面的是（）</w:t>
      </w:r>
      <w:r>
        <w:rPr>
          <w:rFonts w:hint="eastAsia"/>
        </w:rPr>
        <w:t>答案（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090413" w:rsidRDefault="00090413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297555" cy="3990975"/>
            <wp:effectExtent l="0" t="0" r="17145" b="9525"/>
            <wp:docPr id="17" name="图片 17" descr="C:\Users\Administrator.USER-20151210WK\AppData\Roaming\Tencent\Users\1056321390\QQ\WinTemp\RichOle\ER)LPK$ZT8ZBH7$HK2]NH7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Administrator.USER-20151210WK\AppData\Roaming\Tencent\Users\1056321390\QQ\WinTemp\RichOle\ER)LPK$ZT8ZBH7$HK2]NH7W.png"/>
                    <pic:cNvPicPr>
                      <a:picLocks noChangeAspect="1"/>
                    </pic:cNvPicPr>
                  </pic:nvPicPr>
                  <pic:blipFill>
                    <a:blip r:embed="rId2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755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18、</w:t>
      </w:r>
      <w:r>
        <w:rPr>
          <w:rFonts w:hint="eastAsia"/>
        </w:rPr>
        <w:t>答案（</w:t>
      </w:r>
      <w:r>
        <w:rPr>
          <w:rFonts w:hint="eastAsia"/>
        </w:rPr>
        <w:t>B</w:t>
      </w:r>
      <w:r>
        <w:rPr>
          <w:rFonts w:hint="eastAsia"/>
        </w:rPr>
        <w:t>）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5124450" cy="37623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19、</w:t>
      </w:r>
      <w:r>
        <w:rPr>
          <w:rFonts w:hint="eastAsia"/>
        </w:rPr>
        <w:t>答案（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2359660"/>
            <wp:effectExtent l="0" t="0" r="254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numPr>
          <w:ilvl w:val="0"/>
          <w:numId w:val="1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t>答案（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3274060"/>
            <wp:effectExtent l="0" t="0" r="2540" b="254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4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二、施工图的识读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21、本工程的结构类型为（  ）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钢结构    B 框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剪结构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　 C 框架结构   D 砖混结构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22、本工程施工中，当墙高大于（  ）米时，应同梁或楼板拉结或加构造柱。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2         B 3　         C 4           D 5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23、本工程施工中，需要在墙体上预留空洞的，需要到（  ）查找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建筑施工图   B 结构施工图　C 设备施工图   D 墙身详图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24、本工程中，当有工程管线穿过楼板时，用素混凝土翻起（  ）高的翻边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 A 50        B 60　     C 55          D 65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25、本工程中，吊顶、轻质墙体等装修材料应采用（  ），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当必须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采用其它材料时，必须采取其它有效措施，使之达到消防要求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A 不燃材料   B 难燃材料　C 可燃材料   D 易燃材料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26、本工程中，关于雨棚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找坡层做法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叙述正确的是（  ）</w:t>
      </w:r>
    </w:p>
    <w:p w:rsidR="00090413" w:rsidRDefault="00997CF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A 最薄处20厚1:2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水泥砂浆找坡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B 3mm厚APP防水卷材层　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最薄处20厚1:3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水泥砂浆找坡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D 15厚1:3水泥砂浆</w:t>
      </w:r>
    </w:p>
    <w:p w:rsidR="00090413" w:rsidRDefault="00997CF6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27、根据总平面图，原有建房屋图线为（ 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细实线   B 中粗实线   C  粗实线   D 中粗虚线</w:t>
      </w:r>
    </w:p>
    <w:p w:rsidR="00090413" w:rsidRDefault="00997CF6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28、根据总平面图，新建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房屋总长为（   ）m。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16.24   B 35.44       C 14.5       D 26.00</w:t>
      </w:r>
    </w:p>
    <w:p w:rsidR="00090413" w:rsidRDefault="00997CF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29、根据一层平面图，该房屋的横向定位轴线有(    )根。</w:t>
      </w:r>
    </w:p>
    <w:p w:rsidR="00090413" w:rsidRDefault="00997CF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3         B 4       C 5        D 6</w:t>
      </w:r>
    </w:p>
    <w:p w:rsidR="00090413" w:rsidRDefault="00997CF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30、根据一层平面图，门厅的开间为(    )m。</w:t>
      </w:r>
    </w:p>
    <w:p w:rsidR="00090413" w:rsidRDefault="00997CF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3.600   B 12.000   C 8.000   D 3.680</w:t>
      </w:r>
    </w:p>
    <w:p w:rsidR="00090413" w:rsidRDefault="00997CF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31、根据一层平面图，M3624的宽为(    )mm。</w:t>
      </w:r>
    </w:p>
    <w:p w:rsidR="00090413" w:rsidRDefault="00997CF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2400    B 3600    C 3624    D 4000</w:t>
      </w:r>
    </w:p>
    <w:p w:rsidR="00090413" w:rsidRDefault="00997CF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32、根据一层平面图，墙身大样（一）的详图编号为(    )。</w:t>
      </w:r>
    </w:p>
    <w:p w:rsidR="00090413" w:rsidRDefault="00997CF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         B 2       C 11       D 22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 xml:space="preserve"> 33、关于建筑物散水的设置要求，下列（    ）是正确的。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有组织排水，散水宽度宜为1500mm左右  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B 散水的坡度可为3%～5% 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C 当采用混凝土散水时，可不设置伸缩缝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D 散水与外墙之间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的缝宽可为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3～5mm，应用沥青类物质填缝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34、钢筋混凝土楼板的特点是 （   ）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自重轻   B 强度低   C 强度高   D 耐火性差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35、若门窗洞口宽度为2.4m，过梁形式宜采用（  ）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砖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砌平拱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B 钢筋混凝土   C 砖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砌弧拱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D 钢筋砖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36、“MLC7436”表示的门窗类型为(   )。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隔热金属型材铝合金推拉窗    B 铝合金隐框玻璃窗  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C 隔热金属隐框玻璃门          D 木质防火门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37、 楼板的上表面的标高叫(   ).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建筑标高   B 结构标高   C 地坪标高   D 楼板标高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38、本工程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楼梯间梯井宽度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（    )。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1300       B 3000        C 100       D 160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39、本工程墙身大样图（一）女儿墙高度为(    )。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780        B 900        C 1200      D 1800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40、本工程楼梯二层休息平台标高(    )。</w:t>
      </w:r>
    </w:p>
    <w:p w:rsidR="00090413" w:rsidRDefault="00997CF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2.250    B 4.500    C 6.317    D 8.300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41、C2424表示该窗的高度为（   ）mm。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2400     B 2424     C 4200     D 2420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42、三层平面图中KTD代表（ 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雨水管   B 空调洞   C 雨篷   D 屋面板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43、楼梯间的窗C-1的高度为（   ）。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11000mm    B 11500mm   C 1100mm   D 1150mm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44、二层平面图中①轴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hAnsi="宋体" w:cs="宋体" w:hint="eastAsia"/>
          <w:kern w:val="0"/>
          <w:sz w:val="24"/>
          <w:szCs w:val="24"/>
        </w:rPr>
        <w:t>②轴间办公室开间尺寸为（ 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5120mm   B 2400mm   C 1300mm   D 5000mm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Chars="51" w:left="947" w:hangingChars="350" w:hanging="8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45、如果用1：100比例绘制本工程三层平面图，A轴线到D轴线在图纸上的长度应为（   ）。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  A 125m    B 125dm     C 125cm    D 125mm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46、①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hAnsi="宋体" w:cs="宋体" w:hint="eastAsia"/>
          <w:kern w:val="0"/>
          <w:sz w:val="24"/>
          <w:szCs w:val="24"/>
        </w:rPr>
        <w:t>⑥轴立面外墙饰面做法有（   ）种。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1      B 2     C 3     D 4 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47、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本工程的北立面为（</w:t>
      </w:r>
      <w:r>
        <w:rPr>
          <w:rFonts w:ascii="宋体" w:hAnsi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①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hAnsi="宋体" w:cs="宋体" w:hint="eastAsia"/>
          <w:kern w:val="0"/>
          <w:sz w:val="24"/>
          <w:szCs w:val="24"/>
        </w:rPr>
        <w:t>⑥轴立面图       B ⑥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hAnsi="宋体" w:cs="宋体" w:hint="eastAsia"/>
          <w:kern w:val="0"/>
          <w:sz w:val="24"/>
          <w:szCs w:val="24"/>
        </w:rPr>
        <w:t xml:space="preserve">①轴立面图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C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Ⓐ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 xml:space="preserve">轴立面图       D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Ⓐ</w:t>
      </w:r>
      <w:r>
        <w:rPr>
          <w:rFonts w:ascii="宋体" w:hAnsi="宋体" w:cs="宋体" w:hint="eastAsia"/>
          <w:kern w:val="0"/>
          <w:sz w:val="24"/>
          <w:szCs w:val="24"/>
        </w:rPr>
        <w:t>轴立面图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48、室外台阶的单层踏步高为（   ）。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450mm    B 300mm    C 150mm　  D 100mm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49、1-1剖面图的绘制比例为（   ）。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1:10     B 1:50      C 1:100    　D 1:200</w:t>
      </w:r>
    </w:p>
    <w:p w:rsidR="00090413" w:rsidRDefault="00997CF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50、1-1剖面图中室内外的地坪线用（   ）表示。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特粗实线   B 粗实线   C 中实线　D 细实线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51、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屋面混凝土环境类别为（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2a类   B 2类   C 1类   D 1a类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52、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施工中，涉及主次梁相交时，需附加箍筋，箍筋之间的间距为（  )mm。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 w:firstLine="435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A 等同于梁中加密区箍筋间距   B 等同于次梁中加密区箍筋间距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 w:firstLine="435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C 100                        D 50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53、依据基础，得知基础J-1的底筋长度理论值为（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底边长度            B 底边长度*0.9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C 底边长度-2*保护层   D （底边长度-2*保护层）*0.9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54、根据基础图，定位轴线中有2/1的标注，表示（ 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A 表示2号轴线前所附加的第一根轴线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B 表示2号轴线前所附加的第二根轴线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C 表示1号轴线后所附加的第二根轴线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D 表示1号轴线后所附加的第一根轴线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55、根据柱配筋图，得知柱中A8@100/200，其中200表示为（   ），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柱中箍筋密区间距为200mm。   B 柱中箍筋非密区间距为200mm。 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C 柱中箍筋密区根数为100根。   D 柱中箍筋非密区根数为100根。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692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56、根据柱配筋图并结合基础平面图，得知1轴与A轴交接处KZ-1的一层柱的高度为（  ）m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12.1   B 8.27   C 4.47   D 5.47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812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57、依据二层梁配筋图中，5轴与C轴交接处5轴上原位标注2C20+2C18表示（  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A 梁上部原位支座负筋，放置时，先放2C218,再放2C20，由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一侧边依</w:t>
      </w:r>
      <w:proofErr w:type="gramEnd"/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次向另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放置，且放于同排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B 梁上部原位支座负筋，放置时，先放2C20,再放2C18，由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一侧边依</w:t>
      </w:r>
      <w:proofErr w:type="gramEnd"/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次向另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放置，且放于同排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C 梁上部原位支座负筋，放置时，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梁侧边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2C20,中间2C18，且放于同排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D 梁上部原位支座负筋，放置时，梁中间2C20,侧边2C18，且放于同排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58、依据二层梁配筋图，6轴上C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D轴间集中标注中（-2.25）表示（ 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上表面标高为-2.25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下表面标高为-2.25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下表面标高比本楼层结构标高4.47低2.25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 D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上表面标高比本楼层结构标高4.47低2.25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59、依据二层板配筋图，得知3轴与4轴之间，C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轴到D轴之间板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的内部配筋为（  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板中钢筋配置为单层双向且C8-180 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B 板中钢筋配置为双层双向且C8-180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C 板中钢筋配置为单层双向且C8-150 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D 板中钢筋配置为双层双向且C8-150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B 60、依据二层板配筋图，得知2轴与5轴之间，A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轴到B轴之间板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标高可表述为（    ）。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比本楼层结构标高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高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20mm   B 比本楼层结构标高低20mm   </w:t>
      </w:r>
    </w:p>
    <w:p w:rsidR="00090413" w:rsidRDefault="00997CF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C 比本楼层结构层高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高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20mm   D 比本楼层结构层高低20mm</w:t>
      </w:r>
    </w:p>
    <w:p w:rsidR="00090413" w:rsidRDefault="00997CF6" w:rsidP="00997CF6">
      <w:pPr>
        <w:widowControl/>
        <w:numPr>
          <w:ilvl w:val="0"/>
          <w:numId w:val="2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44" w:left="51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br w:type="page"/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lastRenderedPageBreak/>
        <w:t>项目二:施工图的绘制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共计20分，考生利用电脑上的CAD软件，按照任务要求完成相应操作，任务结束以后，按照要求，将</w:t>
      </w:r>
      <w:r>
        <w:rPr>
          <w:rFonts w:ascii="宋体" w:hAnsi="宋体" w:cs="宋体" w:hint="eastAsia"/>
          <w:b/>
          <w:bCs/>
          <w:sz w:val="30"/>
          <w:szCs w:val="30"/>
        </w:rPr>
        <w:t>两项</w:t>
      </w:r>
      <w:r>
        <w:rPr>
          <w:rFonts w:ascii="宋体" w:hAnsi="宋体" w:cs="宋体" w:hint="eastAsia"/>
          <w:sz w:val="24"/>
          <w:szCs w:val="24"/>
        </w:rPr>
        <w:t>任务成果上传至信息化综合考试平台）</w:t>
      </w:r>
    </w:p>
    <w:p w:rsidR="00090413" w:rsidRDefault="00997CF6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任务目标：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考生需利用CAD软件完成以下两个任务：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任务</w:t>
      </w:r>
      <w:proofErr w:type="gramStart"/>
      <w:r>
        <w:rPr>
          <w:rFonts w:ascii="宋体" w:hAnsi="宋体" w:cs="宋体" w:hint="eastAsia"/>
          <w:color w:val="000000"/>
          <w:sz w:val="24"/>
        </w:rPr>
        <w:t>一</w:t>
      </w:r>
      <w:proofErr w:type="gramEnd"/>
      <w:r>
        <w:rPr>
          <w:rFonts w:ascii="宋体" w:hAnsi="宋体" w:cs="宋体" w:hint="eastAsia"/>
          <w:color w:val="000000"/>
          <w:sz w:val="24"/>
        </w:rPr>
        <w:t>：创建样板文件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任务二：补绘建筑施工图</w:t>
      </w:r>
    </w:p>
    <w:p w:rsidR="00090413" w:rsidRDefault="00997CF6">
      <w:pPr>
        <w:adjustRightInd w:val="0"/>
        <w:snapToGrid w:val="0"/>
        <w:spacing w:beforeLines="50" w:before="156"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成果命名说明：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1.文件夹命名要求：在D盘（具体某盘，根据现场情况，由考评员决定）的根目录下，创建参试学生文件夹，文件夹以“ 准考证号”命名，文件夹名中不要有空格。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2.本次测试所有任务的完成结果必须保存在上述参试学生文件夹中，否则以未做任务处理。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3.文件命名及上传要求：</w:t>
      </w:r>
      <w:r>
        <w:rPr>
          <w:rFonts w:ascii="宋体" w:hAnsi="宋体" w:cs="宋体" w:hint="eastAsia"/>
          <w:b/>
          <w:bCs/>
          <w:color w:val="000000"/>
          <w:sz w:val="24"/>
        </w:rPr>
        <w:t>必须按任务要求命名文件名称。并按照要求上传到信息化综合考试平台。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4. 参试学生设置的文件夹名称和保存的文件名称不符合上述要求的，其内容不能作为测试正式结果，不作为评分依据。请各参试学生务必正确命名，不明确之处，可以询问考评员。</w:t>
      </w:r>
    </w:p>
    <w:p w:rsidR="00090413" w:rsidRDefault="00997CF6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任务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一</w:t>
      </w:r>
      <w:proofErr w:type="gramEnd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创建样板文件（5分）</w:t>
      </w:r>
    </w:p>
    <w:p w:rsidR="00090413" w:rsidRDefault="00997CF6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1.设置图层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按下</w:t>
      </w:r>
      <w:proofErr w:type="gramStart"/>
      <w:r>
        <w:rPr>
          <w:rFonts w:ascii="宋体" w:hAnsi="宋体" w:cs="宋体" w:hint="eastAsia"/>
          <w:color w:val="000000"/>
          <w:sz w:val="24"/>
        </w:rPr>
        <w:t>表要求设置图层</w:t>
      </w:r>
      <w:proofErr w:type="gramEnd"/>
      <w:r>
        <w:rPr>
          <w:rFonts w:ascii="宋体" w:hAnsi="宋体" w:cs="宋体" w:hint="eastAsia"/>
          <w:color w:val="000000"/>
          <w:sz w:val="24"/>
        </w:rPr>
        <w:t>及其有关特性。</w:t>
      </w:r>
    </w:p>
    <w:tbl>
      <w:tblPr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985"/>
        <w:gridCol w:w="1607"/>
        <w:gridCol w:w="2362"/>
      </w:tblGrid>
      <w:tr w:rsidR="00090413">
        <w:trPr>
          <w:trHeight w:val="19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图层名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颜 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 型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 宽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层上主要内容</w:t>
            </w:r>
          </w:p>
        </w:tc>
      </w:tr>
      <w:tr w:rsidR="00090413">
        <w:trPr>
          <w:trHeight w:val="2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图框等</w:t>
            </w:r>
          </w:p>
        </w:tc>
      </w:tr>
      <w:tr w:rsidR="00090413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0.70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粗线 </w:t>
            </w:r>
          </w:p>
        </w:tc>
      </w:tr>
      <w:tr w:rsidR="00090413">
        <w:trPr>
          <w:trHeight w:val="4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青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0.50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中粗线</w:t>
            </w:r>
          </w:p>
        </w:tc>
      </w:tr>
      <w:tr w:rsidR="00090413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洋红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中线</w:t>
            </w:r>
          </w:p>
        </w:tc>
      </w:tr>
      <w:tr w:rsidR="00090413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细线</w:t>
            </w:r>
          </w:p>
        </w:tc>
      </w:tr>
      <w:tr w:rsidR="00090413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CENTER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单点长画线</w:t>
            </w:r>
          </w:p>
        </w:tc>
      </w:tr>
      <w:tr w:rsidR="00090413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HIDDEN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虚线</w:t>
            </w:r>
          </w:p>
        </w:tc>
      </w:tr>
      <w:tr w:rsidR="00090413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413" w:rsidRDefault="00997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413" w:rsidRDefault="00997C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尺寸、文字等</w:t>
            </w:r>
          </w:p>
        </w:tc>
      </w:tr>
    </w:tbl>
    <w:p w:rsidR="00090413" w:rsidRDefault="00997CF6">
      <w:pPr>
        <w:adjustRightInd w:val="0"/>
        <w:snapToGrid w:val="0"/>
        <w:spacing w:beforeLines="50" w:before="156"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2.设置文字样式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需设置两个文字样式，分别用于“汉字”和“非汉字”，所有字体均为直体字，宽度因子为0.7。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 用于“汉字”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文字样式命名为“HZ”，字体名选择“仿宋”，语言为“CHINESE_GB2312”。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 用于“非汉字”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样式命名为“XT”，字体名选择“Simplex”和“HZTXT”。</w:t>
      </w:r>
    </w:p>
    <w:p w:rsidR="00090413" w:rsidRDefault="00997CF6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3.设置标注样式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标注样式名为“BZ”，其中文字样式用“XT”，其它参数请根据建筑图国家标准的要求尽可能详细设置。</w:t>
      </w:r>
    </w:p>
    <w:p w:rsidR="00090413" w:rsidRDefault="00997CF6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4.设置多线样式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多线样式名为“4X”，要求能画出4条线，间距相同。</w:t>
      </w:r>
    </w:p>
    <w:p w:rsidR="00090413" w:rsidRDefault="00997CF6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5.创建A3布局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① 新建布局  删除缺省的视口。 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 布局更命  将新建布局更名为“A3”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③ 打印机配置  要求以“PDF”文件格式的虚拟打印机。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④ 打印设置  纸张幅面为A3，横放；打印边界四周均为0；采用黑色打印，打印比例为1:1。</w:t>
      </w:r>
    </w:p>
    <w:p w:rsidR="00090413" w:rsidRDefault="00997CF6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6.绘制图框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在布局“A3”上绘制：用1:1的比例，按GB-A3图纸幅面要求，横装、留装订边，在0层中绘制图框。</w:t>
      </w:r>
    </w:p>
    <w:p w:rsidR="00090413" w:rsidRDefault="00997CF6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7.绘制属性块标题栏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①绘制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按图1-1所示的标题栏，在0层中绘制，不标注尺寸。</w:t>
      </w:r>
    </w:p>
    <w:p w:rsidR="00090413" w:rsidRDefault="00997CF6">
      <w:pPr>
        <w:adjustRightInd w:val="0"/>
        <w:snapToGrid w:val="0"/>
        <w:spacing w:line="360" w:lineRule="auto"/>
        <w:jc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noProof/>
          <w:color w:val="000000"/>
        </w:rPr>
        <w:drawing>
          <wp:inline distT="0" distB="0" distL="114300" distR="114300">
            <wp:extent cx="3582670" cy="1313815"/>
            <wp:effectExtent l="0" t="0" r="17780" b="635"/>
            <wp:docPr id="43" name="图片 1" descr="wps56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 descr="wps564D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82670" cy="1313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</w:rPr>
        <w:t xml:space="preserve"> </w:t>
      </w:r>
    </w:p>
    <w:p w:rsidR="00090413" w:rsidRDefault="00997CF6">
      <w:pPr>
        <w:adjustRightInd w:val="0"/>
        <w:snapToGrid w:val="0"/>
        <w:spacing w:line="360" w:lineRule="auto"/>
        <w:ind w:firstLineChars="1400" w:firstLine="3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lastRenderedPageBreak/>
        <w:t>图1-1  标题栏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 定义属性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将“(图名)”、“(文件夹名)”、“(SCALE)” 和“(TH)” 均定义为属性，字高“(图名)”为7，其余为5。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所有文字均需居中。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③ 定义图块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将标题栏连同属性一起定义为块，块名为“BTL”，基点为右下角。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④ 插入图块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插入</w:t>
      </w:r>
      <w:proofErr w:type="gramStart"/>
      <w:r>
        <w:rPr>
          <w:rFonts w:ascii="宋体" w:hAnsi="宋体" w:cs="宋体" w:hint="eastAsia"/>
          <w:color w:val="000000"/>
          <w:sz w:val="24"/>
        </w:rPr>
        <w:t>该图块于图框</w:t>
      </w:r>
      <w:proofErr w:type="gramEnd"/>
      <w:r>
        <w:rPr>
          <w:rFonts w:ascii="宋体" w:hAnsi="宋体" w:cs="宋体" w:hint="eastAsia"/>
          <w:color w:val="000000"/>
          <w:sz w:val="24"/>
        </w:rPr>
        <w:t>的右下角，分别将属性“(图名)”和“(文件夹名)”的值改为“基本设置”和“参试学生文件夹的具体名称”，如“南京市张三”。</w:t>
      </w:r>
    </w:p>
    <w:p w:rsidR="00090413" w:rsidRDefault="00997CF6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8.保存文件</w:t>
      </w:r>
    </w:p>
    <w:p w:rsidR="00090413" w:rsidRDefault="00997CF6">
      <w:pPr>
        <w:adjustRightInd w:val="0"/>
        <w:snapToGrid w:val="0"/>
        <w:spacing w:line="360" w:lineRule="auto"/>
        <w:ind w:firstLineChars="196" w:firstLine="47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保存为样板文件，文件名为“TASK01.dwt”，保存到指定的文件夹中，并上传至信息化综合考试平台。</w:t>
      </w:r>
    </w:p>
    <w:p w:rsidR="00090413" w:rsidRDefault="00997CF6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任务二 补绘建筑施工图（15分）</w:t>
      </w:r>
    </w:p>
    <w:p w:rsidR="00090413" w:rsidRDefault="00997CF6">
      <w:pPr>
        <w:adjustRightInd w:val="0"/>
        <w:snapToGrid w:val="0"/>
        <w:spacing w:line="360" w:lineRule="auto"/>
        <w:ind w:firstLineChars="196" w:firstLine="47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打开“项目二素材.</w:t>
      </w:r>
      <w:proofErr w:type="spellStart"/>
      <w:r>
        <w:rPr>
          <w:rFonts w:ascii="宋体" w:hAnsi="宋体" w:cs="宋体" w:hint="eastAsia"/>
          <w:color w:val="000000"/>
          <w:sz w:val="24"/>
        </w:rPr>
        <w:t>dwg</w:t>
      </w:r>
      <w:proofErr w:type="spellEnd"/>
      <w:r>
        <w:rPr>
          <w:rFonts w:ascii="宋体" w:hAnsi="宋体" w:cs="宋体" w:hint="eastAsia"/>
          <w:color w:val="000000"/>
          <w:sz w:val="24"/>
        </w:rPr>
        <w:t>”文件，补绘提供的某楼的建筑施工图。1轴及A轴交点位置不可更改，结果文件命名为“TASK02.dwg”，保存到指定的文件夹中，并上传至信息化综合考试平台。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图面应符合《GB50104 -2010建筑制图统一标准》的要求，做到清晰、简明、准确，符合设计、施工、存档的要求，适应工程建设的需要。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建筑内部的标注均无需标注，若标注不加分。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br w:type="page"/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lastRenderedPageBreak/>
        <w:t>项目三:钢筋配料单的编制</w:t>
      </w: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共计20分，考生在信息化综合考试平台中，将计算结果填写在平台上的相应空格中）</w:t>
      </w:r>
    </w:p>
    <w:p w:rsidR="00090413" w:rsidRDefault="00997C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某框架结构抗震等级为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级，楼层框架梁的配筋情况如图所示，混凝土强度等级为</w:t>
      </w:r>
      <w:r>
        <w:rPr>
          <w:rFonts w:hint="eastAsia"/>
          <w:sz w:val="28"/>
          <w:szCs w:val="28"/>
        </w:rPr>
        <w:t>C30</w:t>
      </w:r>
      <w:r>
        <w:rPr>
          <w:rFonts w:hint="eastAsia"/>
          <w:sz w:val="28"/>
          <w:szCs w:val="28"/>
        </w:rPr>
        <w:t>，框架柱尺寸为</w:t>
      </w:r>
      <w:r>
        <w:rPr>
          <w:rFonts w:hint="eastAsia"/>
          <w:sz w:val="28"/>
          <w:szCs w:val="28"/>
        </w:rPr>
        <w:t>500X500mm</w:t>
      </w:r>
      <w:r>
        <w:rPr>
          <w:rFonts w:hint="eastAsia"/>
          <w:sz w:val="28"/>
          <w:szCs w:val="28"/>
        </w:rPr>
        <w:t>，梁的混凝土保护层厚度为</w:t>
      </w:r>
      <w:r>
        <w:rPr>
          <w:rFonts w:hint="eastAsia"/>
          <w:sz w:val="28"/>
          <w:szCs w:val="28"/>
        </w:rPr>
        <w:t>30mm</w:t>
      </w:r>
      <w:r>
        <w:rPr>
          <w:rFonts w:hint="eastAsia"/>
          <w:sz w:val="28"/>
          <w:szCs w:val="28"/>
        </w:rPr>
        <w:t>，纵</w:t>
      </w:r>
      <w:proofErr w:type="gramStart"/>
      <w:r>
        <w:rPr>
          <w:rFonts w:hint="eastAsia"/>
          <w:sz w:val="28"/>
          <w:szCs w:val="28"/>
        </w:rPr>
        <w:t>筋采用</w:t>
      </w:r>
      <w:proofErr w:type="gramEnd"/>
      <w:r>
        <w:rPr>
          <w:rFonts w:hint="eastAsia"/>
          <w:sz w:val="28"/>
          <w:szCs w:val="28"/>
        </w:rPr>
        <w:t>HRB335</w:t>
      </w:r>
      <w:r>
        <w:rPr>
          <w:rFonts w:hint="eastAsia"/>
          <w:sz w:val="28"/>
          <w:szCs w:val="28"/>
        </w:rPr>
        <w:t>级，箍筋采用</w:t>
      </w:r>
      <w:r>
        <w:rPr>
          <w:rFonts w:hint="eastAsia"/>
          <w:sz w:val="28"/>
          <w:szCs w:val="28"/>
        </w:rPr>
        <w:t>HPB300</w:t>
      </w:r>
      <w:r>
        <w:rPr>
          <w:rFonts w:hint="eastAsia"/>
          <w:sz w:val="28"/>
          <w:szCs w:val="28"/>
        </w:rPr>
        <w:t>级，箍筋按照外皮计算，调整值取</w:t>
      </w:r>
      <w:r>
        <w:rPr>
          <w:rFonts w:hint="eastAsia"/>
          <w:sz w:val="28"/>
          <w:szCs w:val="28"/>
        </w:rPr>
        <w:t>18.5d</w:t>
      </w:r>
      <w:r>
        <w:rPr>
          <w:rFonts w:hint="eastAsia"/>
          <w:sz w:val="28"/>
          <w:szCs w:val="28"/>
        </w:rPr>
        <w:t>，</w:t>
      </w:r>
      <w:proofErr w:type="spellStart"/>
      <w:r>
        <w:rPr>
          <w:rFonts w:hint="eastAsia"/>
          <w:sz w:val="28"/>
          <w:szCs w:val="28"/>
        </w:rPr>
        <w:t>LaE</w:t>
      </w:r>
      <w:proofErr w:type="spellEnd"/>
      <w:r>
        <w:rPr>
          <w:rFonts w:hint="eastAsia"/>
          <w:sz w:val="28"/>
          <w:szCs w:val="28"/>
        </w:rPr>
        <w:t>=37d,</w:t>
      </w:r>
      <w:r>
        <w:rPr>
          <w:rFonts w:hint="eastAsia"/>
          <w:sz w:val="28"/>
          <w:szCs w:val="28"/>
        </w:rPr>
        <w:t>请计算该梁中所有钢筋的下料长度，并配置配料单。</w:t>
      </w:r>
    </w:p>
    <w:p w:rsidR="00090413" w:rsidRDefault="00997CF6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2117090</wp:posOffset>
            </wp:positionH>
            <wp:positionV relativeFrom="paragraph">
              <wp:posOffset>205105</wp:posOffset>
            </wp:positionV>
            <wp:extent cx="1562100" cy="771525"/>
            <wp:effectExtent l="0" t="0" r="0" b="9525"/>
            <wp:wrapNone/>
            <wp:docPr id="23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114300" distR="114300">
            <wp:extent cx="5271770" cy="2373630"/>
            <wp:effectExtent l="0" t="0" r="508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73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0413" w:rsidRDefault="00997CF6">
      <w:pPr>
        <w:spacing w:line="400" w:lineRule="exact"/>
        <w:jc w:val="center"/>
        <w:rPr>
          <w:rFonts w:ascii="仿宋" w:eastAsia="仿宋" w:hAnsi="仿宋" w:cs="仿宋"/>
          <w:bCs/>
          <w:color w:val="000000"/>
          <w:sz w:val="24"/>
        </w:rPr>
      </w:pPr>
      <w:r>
        <w:rPr>
          <w:rFonts w:ascii="仿宋" w:eastAsia="仿宋" w:hAnsi="仿宋" w:cs="仿宋" w:hint="eastAsia"/>
          <w:bCs/>
          <w:color w:val="000000"/>
          <w:sz w:val="24"/>
        </w:rPr>
        <w:t>梁中钢筋配料单</w:t>
      </w:r>
    </w:p>
    <w:tbl>
      <w:tblPr>
        <w:tblW w:w="83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090"/>
        <w:gridCol w:w="740"/>
        <w:gridCol w:w="715"/>
        <w:gridCol w:w="1723"/>
        <w:gridCol w:w="1337"/>
      </w:tblGrid>
      <w:tr w:rsidR="00090413">
        <w:trPr>
          <w:trHeight w:val="470"/>
        </w:trPr>
        <w:tc>
          <w:tcPr>
            <w:tcW w:w="706" w:type="dxa"/>
            <w:vAlign w:val="center"/>
          </w:tcPr>
          <w:p w:rsidR="00090413" w:rsidRDefault="00997CF6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编号</w:t>
            </w:r>
          </w:p>
        </w:tc>
        <w:tc>
          <w:tcPr>
            <w:tcW w:w="3090" w:type="dxa"/>
            <w:vAlign w:val="center"/>
          </w:tcPr>
          <w:p w:rsidR="00090413" w:rsidRDefault="00997CF6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简图</w:t>
            </w:r>
          </w:p>
        </w:tc>
        <w:tc>
          <w:tcPr>
            <w:tcW w:w="740" w:type="dxa"/>
            <w:vAlign w:val="center"/>
          </w:tcPr>
          <w:p w:rsidR="00090413" w:rsidRDefault="00997CF6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型号</w:t>
            </w:r>
          </w:p>
        </w:tc>
        <w:tc>
          <w:tcPr>
            <w:tcW w:w="715" w:type="dxa"/>
            <w:vAlign w:val="center"/>
          </w:tcPr>
          <w:p w:rsidR="00090413" w:rsidRDefault="00997CF6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根数</w:t>
            </w:r>
          </w:p>
        </w:tc>
        <w:tc>
          <w:tcPr>
            <w:tcW w:w="1723" w:type="dxa"/>
            <w:vAlign w:val="center"/>
          </w:tcPr>
          <w:p w:rsidR="00090413" w:rsidRDefault="00997CF6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下料长度</w:t>
            </w:r>
          </w:p>
        </w:tc>
        <w:tc>
          <w:tcPr>
            <w:tcW w:w="1337" w:type="dxa"/>
            <w:vAlign w:val="center"/>
          </w:tcPr>
          <w:p w:rsidR="00090413" w:rsidRDefault="00997CF6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总长</w:t>
            </w:r>
          </w:p>
        </w:tc>
      </w:tr>
      <w:tr w:rsidR="00090413">
        <w:tc>
          <w:tcPr>
            <w:tcW w:w="706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090413">
        <w:tc>
          <w:tcPr>
            <w:tcW w:w="706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090413">
        <w:tc>
          <w:tcPr>
            <w:tcW w:w="706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090413" w:rsidRDefault="00090413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</w:tbl>
    <w:p w:rsidR="00090413" w:rsidRDefault="00997C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答案：</w:t>
      </w:r>
    </w:p>
    <w:p w:rsidR="00090413" w:rsidRDefault="00090413">
      <w:pPr>
        <w:rPr>
          <w:sz w:val="28"/>
          <w:szCs w:val="28"/>
        </w:rPr>
      </w:pPr>
    </w:p>
    <w:p w:rsidR="00090413" w:rsidRDefault="00090413">
      <w:pPr>
        <w:rPr>
          <w:sz w:val="28"/>
          <w:szCs w:val="28"/>
        </w:rPr>
      </w:pPr>
    </w:p>
    <w:p w:rsidR="00090413" w:rsidRDefault="00090413">
      <w:pPr>
        <w:rPr>
          <w:sz w:val="28"/>
          <w:szCs w:val="28"/>
        </w:rPr>
      </w:pPr>
    </w:p>
    <w:p w:rsidR="00090413" w:rsidRDefault="00090413">
      <w:pPr>
        <w:rPr>
          <w:sz w:val="28"/>
          <w:szCs w:val="28"/>
        </w:rPr>
      </w:pPr>
    </w:p>
    <w:tbl>
      <w:tblPr>
        <w:tblW w:w="84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3383"/>
        <w:gridCol w:w="880"/>
        <w:gridCol w:w="635"/>
        <w:gridCol w:w="1290"/>
        <w:gridCol w:w="1740"/>
      </w:tblGrid>
      <w:tr w:rsidR="00090413">
        <w:trPr>
          <w:trHeight w:val="93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简      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ind w:firstLineChars="100" w:firstLine="210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型</w:t>
            </w: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号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根数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下料长度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总长</w:t>
            </w:r>
          </w:p>
        </w:tc>
      </w:tr>
      <w:tr w:rsidR="00090413">
        <w:trPr>
          <w:trHeight w:val="20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090413">
            <w:pPr>
              <w:widowControl/>
              <w:jc w:val="left"/>
              <w:textAlignment w:val="center"/>
              <w:rPr>
                <w:rFonts w:cs="Calibri"/>
                <w:color w:val="000000"/>
                <w:sz w:val="22"/>
              </w:rPr>
            </w:pPr>
          </w:p>
          <w:p w:rsidR="00090413" w:rsidRDefault="00997CF6">
            <w:pPr>
              <w:widowControl/>
              <w:jc w:val="center"/>
              <w:textAlignment w:val="center"/>
              <w:rPr>
                <w:rFonts w:cs="Calibri"/>
                <w:color w:val="00000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38100</wp:posOffset>
                  </wp:positionV>
                  <wp:extent cx="1895475" cy="809625"/>
                  <wp:effectExtent l="0" t="0" r="9525" b="9525"/>
                  <wp:wrapNone/>
                  <wp:docPr id="27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hAnsi="宋体" w:cs="楷体_GB2312"/>
                <w:b/>
                <w:color w:val="000000"/>
                <w:szCs w:val="21"/>
              </w:rPr>
            </w:pPr>
            <w:r>
              <w:rPr>
                <w:noProof/>
              </w:rPr>
              <w:drawing>
                <wp:inline distT="0" distB="0" distL="114300" distR="114300">
                  <wp:extent cx="142875" cy="257175"/>
                  <wp:effectExtent l="0" t="0" r="9525" b="9525"/>
                  <wp:docPr id="26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25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 w:rsidRPr="00997CF6">
              <w:rPr>
                <w:rFonts w:ascii="楷体_GB2312" w:eastAsia="楷体_GB2312" w:hAnsi="宋体" w:cs="楷体_GB2312" w:hint="eastAsia"/>
                <w:color w:val="FF0000"/>
                <w:szCs w:val="21"/>
              </w:rPr>
              <w:t>7690mm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</w:pPr>
            <w:r w:rsidRPr="00997CF6">
              <w:rPr>
                <w:rFonts w:ascii="楷体_GB2312" w:eastAsia="楷体_GB2312" w:hAnsi="宋体" w:cs="楷体_GB2312" w:hint="eastAsia"/>
                <w:color w:val="FF0000"/>
                <w:kern w:val="0"/>
                <w:szCs w:val="21"/>
                <w:lang w:bidi="ar"/>
              </w:rPr>
              <w:t>23070mm</w:t>
            </w:r>
          </w:p>
        </w:tc>
      </w:tr>
      <w:tr w:rsidR="00090413">
        <w:trPr>
          <w:trHeight w:val="78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190500</wp:posOffset>
                  </wp:positionV>
                  <wp:extent cx="1924050" cy="771525"/>
                  <wp:effectExtent l="0" t="0" r="0" b="9525"/>
                  <wp:wrapThrough wrapText="bothSides">
                    <wp:wrapPolygon edited="0">
                      <wp:start x="0" y="0"/>
                      <wp:lineTo x="0" y="21333"/>
                      <wp:lineTo x="21386" y="21333"/>
                      <wp:lineTo x="21386" y="0"/>
                      <wp:lineTo x="0" y="0"/>
                    </wp:wrapPolygon>
                  </wp:wrapThrough>
                  <wp:docPr id="22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hAnsi="宋体" w:cs="楷体_GB2312"/>
                <w:b/>
                <w:color w:val="000000"/>
                <w:szCs w:val="21"/>
              </w:rPr>
            </w:pPr>
            <w:r>
              <w:rPr>
                <w:noProof/>
              </w:rPr>
              <w:drawing>
                <wp:inline distT="0" distB="0" distL="114300" distR="114300">
                  <wp:extent cx="142875" cy="257175"/>
                  <wp:effectExtent l="0" t="0" r="9525" b="9525"/>
                  <wp:docPr id="25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20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</w:pPr>
            <w:r>
              <w:rPr>
                <w:rFonts w:ascii="楷体_GB2312" w:eastAsia="楷体_GB2312" w:hAnsi="宋体" w:cs="楷体_GB2312" w:hint="eastAsia"/>
                <w:color w:val="000000"/>
                <w:szCs w:val="21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 w:rsidRPr="00997CF6">
              <w:rPr>
                <w:rFonts w:ascii="楷体_GB2312" w:eastAsia="楷体_GB2312" w:hAnsi="宋体" w:cs="楷体_GB2312" w:hint="eastAsia"/>
                <w:color w:val="FF0000"/>
                <w:szCs w:val="21"/>
              </w:rPr>
              <w:t>7540mm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 w:rsidRPr="00997CF6">
              <w:rPr>
                <w:rFonts w:ascii="楷体_GB2312" w:eastAsia="楷体_GB2312" w:hAnsi="宋体" w:cs="楷体_GB2312" w:hint="eastAsia"/>
                <w:color w:val="FF0000"/>
                <w:szCs w:val="21"/>
              </w:rPr>
              <w:t>30160mm</w:t>
            </w:r>
          </w:p>
        </w:tc>
      </w:tr>
      <w:tr w:rsidR="00090413">
        <w:trPr>
          <w:trHeight w:val="123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81915</wp:posOffset>
                  </wp:positionV>
                  <wp:extent cx="1085850" cy="847725"/>
                  <wp:effectExtent l="0" t="0" r="0" b="9525"/>
                  <wp:wrapThrough wrapText="bothSides">
                    <wp:wrapPolygon edited="0">
                      <wp:start x="0" y="0"/>
                      <wp:lineTo x="0" y="21357"/>
                      <wp:lineTo x="21221" y="21357"/>
                      <wp:lineTo x="21221" y="0"/>
                      <wp:lineTo x="0" y="0"/>
                    </wp:wrapPolygon>
                  </wp:wrapThrough>
                  <wp:docPr id="24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  <w:p w:rsidR="00090413" w:rsidRDefault="00090413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/>
                <w:b/>
                <w:color w:val="000000"/>
                <w:kern w:val="0"/>
                <w:szCs w:val="21"/>
                <w:lang w:bidi="ar"/>
              </w:rPr>
              <w:t>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</w:pPr>
            <w:r w:rsidRPr="00997CF6">
              <w:rPr>
                <w:rFonts w:ascii="楷体_GB2312" w:eastAsia="楷体_GB2312" w:hAnsi="宋体" w:cs="楷体_GB2312" w:hint="eastAsia"/>
                <w:color w:val="FF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Cs w:val="21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szCs w:val="21"/>
              </w:rPr>
              <w:t>1545mm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13" w:rsidRDefault="00997CF6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kern w:val="0"/>
                <w:szCs w:val="21"/>
                <w:lang w:bidi="ar"/>
              </w:rPr>
            </w:pPr>
            <w:r w:rsidRPr="00997CF6">
              <w:rPr>
                <w:rFonts w:ascii="楷体_GB2312" w:eastAsia="楷体_GB2312" w:hAnsi="宋体" w:cs="楷体_GB2312" w:hint="eastAsia"/>
                <w:color w:val="FF0000"/>
                <w:kern w:val="0"/>
                <w:szCs w:val="21"/>
                <w:lang w:bidi="ar"/>
              </w:rPr>
              <w:t>61800mm</w:t>
            </w:r>
          </w:p>
        </w:tc>
      </w:tr>
    </w:tbl>
    <w:p w:rsidR="00090413" w:rsidRDefault="00090413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 w:rsidR="00090413" w:rsidRDefault="00997CF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br w:type="page"/>
      </w:r>
    </w:p>
    <w:p w:rsidR="00090413" w:rsidRDefault="00090413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</w:p>
    <w:p w:rsidR="00090413" w:rsidRDefault="00997CF6">
      <w:pPr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项目四：建筑工程测量（共计30分）</w:t>
      </w:r>
    </w:p>
    <w:p w:rsidR="00090413" w:rsidRDefault="00997CF6" w:rsidP="00997CF6">
      <w:pPr>
        <w:adjustRightInd w:val="0"/>
        <w:snapToGrid w:val="0"/>
        <w:spacing w:beforeLines="100" w:before="312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（共计30分，此题为实际操作题，考生在指定的场地利用相应的仪器完成以下任务）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任务名称：</w:t>
      </w:r>
      <w:r>
        <w:rPr>
          <w:rFonts w:ascii="仿宋" w:eastAsia="仿宋" w:hAnsi="仿宋" w:cs="仿宋" w:hint="eastAsia"/>
          <w:color w:val="000000"/>
          <w:sz w:val="24"/>
        </w:rPr>
        <w:t>水准仪</w:t>
      </w: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测设</w:t>
      </w:r>
    </w:p>
    <w:p w:rsidR="00090413" w:rsidRDefault="00997CF6">
      <w:pPr>
        <w:adjustRightInd w:val="0"/>
        <w:snapToGrid w:val="0"/>
        <w:spacing w:line="360" w:lineRule="auto"/>
        <w:ind w:firstLine="42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已知水准点若干，放样位置采用固定木桩、立杆或墙面。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具体考核要求：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1.检验其圆水准器轴是否合乎要求；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2.已知水准点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</w:t>
      </w:r>
      <w:r>
        <w:rPr>
          <w:rFonts w:ascii="仿宋" w:eastAsia="仿宋" w:hAnsi="仿宋" w:cs="仿宋" w:hint="eastAsia"/>
          <w:color w:val="000000"/>
          <w:sz w:val="24"/>
        </w:rPr>
        <w:t>（H＝</w:t>
      </w:r>
      <w:proofErr w:type="gramStart"/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m），根据指定设计高程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 　</w:t>
      </w:r>
      <w:r>
        <w:rPr>
          <w:rFonts w:ascii="仿宋" w:eastAsia="仿宋" w:hAnsi="仿宋" w:cs="仿宋" w:hint="eastAsia"/>
          <w:color w:val="000000"/>
          <w:sz w:val="24"/>
        </w:rPr>
        <w:t>m标定出其相应位置并做好标记；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3.测出已知点和标定点之间的高差，要求与设计高差相差≤±5mm；</w:t>
      </w:r>
    </w:p>
    <w:p w:rsidR="00090413" w:rsidRDefault="00997CF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4.填写相应的记录表格。</w:t>
      </w:r>
    </w:p>
    <w:p w:rsidR="00090413" w:rsidRDefault="00997CF6">
      <w:pPr>
        <w:jc w:val="center"/>
        <w:rPr>
          <w:rFonts w:ascii="仿宋" w:eastAsia="仿宋" w:hAnsi="仿宋" w:cs="仿宋"/>
          <w:color w:val="000000"/>
          <w:sz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测设手簿　　仪器编号：　　　　　日期：</w:t>
      </w:r>
    </w:p>
    <w:p w:rsidR="00090413" w:rsidRDefault="00090413">
      <w:pPr>
        <w:jc w:val="center"/>
        <w:rPr>
          <w:rFonts w:ascii="仿宋" w:eastAsia="仿宋" w:hAnsi="仿宋" w:cs="仿宋"/>
          <w:color w:val="000000"/>
          <w:sz w:val="24"/>
        </w:rPr>
      </w:pPr>
    </w:p>
    <w:tbl>
      <w:tblPr>
        <w:tblW w:w="8304" w:type="dxa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33"/>
        <w:gridCol w:w="1256"/>
        <w:gridCol w:w="1256"/>
        <w:gridCol w:w="1256"/>
        <w:gridCol w:w="1256"/>
        <w:gridCol w:w="1071"/>
      </w:tblGrid>
      <w:tr w:rsidR="00090413">
        <w:trPr>
          <w:trHeight w:val="331"/>
        </w:trPr>
        <w:tc>
          <w:tcPr>
            <w:tcW w:w="2209" w:type="dxa"/>
            <w:gridSpan w:val="2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已知水准点</w:t>
            </w:r>
          </w:p>
        </w:tc>
        <w:tc>
          <w:tcPr>
            <w:tcW w:w="1256" w:type="dxa"/>
            <w:vMerge w:val="restart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后视读数</w:t>
            </w:r>
          </w:p>
        </w:tc>
        <w:tc>
          <w:tcPr>
            <w:tcW w:w="1256" w:type="dxa"/>
            <w:vMerge w:val="restart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仪器视</w:t>
            </w:r>
          </w:p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线高</w:t>
            </w:r>
          </w:p>
        </w:tc>
        <w:tc>
          <w:tcPr>
            <w:tcW w:w="1256" w:type="dxa"/>
            <w:vMerge w:val="restart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设计高程</w:t>
            </w:r>
          </w:p>
        </w:tc>
        <w:tc>
          <w:tcPr>
            <w:tcW w:w="1256" w:type="dxa"/>
            <w:vMerge w:val="restart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前视应</w:t>
            </w:r>
          </w:p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读数</w:t>
            </w:r>
          </w:p>
        </w:tc>
        <w:tc>
          <w:tcPr>
            <w:tcW w:w="1071" w:type="dxa"/>
            <w:vMerge w:val="restart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</w:tr>
      <w:tr w:rsidR="00090413">
        <w:trPr>
          <w:trHeight w:val="345"/>
        </w:trPr>
        <w:tc>
          <w:tcPr>
            <w:tcW w:w="1276" w:type="dxa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点名</w:t>
            </w:r>
          </w:p>
        </w:tc>
        <w:tc>
          <w:tcPr>
            <w:tcW w:w="933" w:type="dxa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高程</w:t>
            </w:r>
          </w:p>
        </w:tc>
        <w:tc>
          <w:tcPr>
            <w:tcW w:w="1256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90413">
        <w:trPr>
          <w:trHeight w:val="420"/>
        </w:trPr>
        <w:tc>
          <w:tcPr>
            <w:tcW w:w="1276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90413">
        <w:trPr>
          <w:trHeight w:val="420"/>
        </w:trPr>
        <w:tc>
          <w:tcPr>
            <w:tcW w:w="1276" w:type="dxa"/>
            <w:vMerge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90413">
        <w:trPr>
          <w:trHeight w:val="420"/>
        </w:trPr>
        <w:tc>
          <w:tcPr>
            <w:tcW w:w="1276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90413">
        <w:trPr>
          <w:trHeight w:val="420"/>
        </w:trPr>
        <w:tc>
          <w:tcPr>
            <w:tcW w:w="1276" w:type="dxa"/>
            <w:vMerge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090413" w:rsidRDefault="00997CF6">
      <w:pPr>
        <w:jc w:val="center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 xml:space="preserve">　</w:t>
      </w:r>
    </w:p>
    <w:p w:rsidR="00090413" w:rsidRDefault="00997CF6">
      <w:pPr>
        <w:jc w:val="center"/>
        <w:rPr>
          <w:rFonts w:ascii="仿宋" w:eastAsia="仿宋" w:hAnsi="仿宋" w:cs="仿宋"/>
          <w:color w:val="000000"/>
          <w:sz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单面尺法高差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观测手簿　　仪器编号：　　　日期：</w:t>
      </w:r>
    </w:p>
    <w:tbl>
      <w:tblPr>
        <w:tblpPr w:leftFromText="180" w:rightFromText="180" w:vertAnchor="text" w:horzAnchor="page" w:tblpX="1878" w:tblpY="308"/>
        <w:tblOverlap w:val="never"/>
        <w:tblW w:w="830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2"/>
        <w:gridCol w:w="1977"/>
        <w:gridCol w:w="1675"/>
        <w:gridCol w:w="1322"/>
        <w:gridCol w:w="1278"/>
      </w:tblGrid>
      <w:tr w:rsidR="00090413">
        <w:trPr>
          <w:trHeight w:val="554"/>
        </w:trPr>
        <w:tc>
          <w:tcPr>
            <w:tcW w:w="2052" w:type="dxa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测点</w:t>
            </w:r>
          </w:p>
        </w:tc>
        <w:tc>
          <w:tcPr>
            <w:tcW w:w="1977" w:type="dxa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后视读数</w:t>
            </w:r>
          </w:p>
        </w:tc>
        <w:tc>
          <w:tcPr>
            <w:tcW w:w="1675" w:type="dxa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前视读数</w:t>
            </w:r>
          </w:p>
        </w:tc>
        <w:tc>
          <w:tcPr>
            <w:tcW w:w="1322" w:type="dxa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高差</w:t>
            </w:r>
          </w:p>
        </w:tc>
        <w:tc>
          <w:tcPr>
            <w:tcW w:w="1278" w:type="dxa"/>
            <w:vAlign w:val="center"/>
          </w:tcPr>
          <w:p w:rsidR="00090413" w:rsidRDefault="00997CF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</w:tr>
      <w:tr w:rsidR="00090413">
        <w:trPr>
          <w:trHeight w:val="465"/>
        </w:trPr>
        <w:tc>
          <w:tcPr>
            <w:tcW w:w="2052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90413">
        <w:trPr>
          <w:trHeight w:val="465"/>
        </w:trPr>
        <w:tc>
          <w:tcPr>
            <w:tcW w:w="2052" w:type="dxa"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90413">
        <w:trPr>
          <w:trHeight w:val="465"/>
        </w:trPr>
        <w:tc>
          <w:tcPr>
            <w:tcW w:w="2052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90413">
        <w:trPr>
          <w:trHeight w:val="465"/>
        </w:trPr>
        <w:tc>
          <w:tcPr>
            <w:tcW w:w="2052" w:type="dxa"/>
            <w:vAlign w:val="center"/>
          </w:tcPr>
          <w:p w:rsidR="00090413" w:rsidRDefault="00090413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/>
            <w:vAlign w:val="center"/>
          </w:tcPr>
          <w:p w:rsidR="00090413" w:rsidRDefault="0009041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090413" w:rsidRDefault="00090413">
      <w:pPr>
        <w:rPr>
          <w:rFonts w:ascii="仿宋" w:eastAsia="仿宋" w:hAnsi="仿宋" w:cs="仿宋"/>
          <w:color w:val="000000"/>
          <w:sz w:val="24"/>
        </w:rPr>
      </w:pPr>
    </w:p>
    <w:p w:rsidR="00090413" w:rsidRDefault="00090413">
      <w:pPr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</w:p>
    <w:sectPr w:rsidR="00090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6D9" w:rsidRDefault="001926D9" w:rsidP="004505CD">
      <w:r>
        <w:separator/>
      </w:r>
    </w:p>
  </w:endnote>
  <w:endnote w:type="continuationSeparator" w:id="0">
    <w:p w:rsidR="001926D9" w:rsidRDefault="001926D9" w:rsidP="0045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6D9" w:rsidRDefault="001926D9" w:rsidP="004505CD">
      <w:r>
        <w:separator/>
      </w:r>
    </w:p>
  </w:footnote>
  <w:footnote w:type="continuationSeparator" w:id="0">
    <w:p w:rsidR="001926D9" w:rsidRDefault="001926D9" w:rsidP="0045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C0E1F0"/>
    <w:multiLevelType w:val="singleLevel"/>
    <w:tmpl w:val="9AC0E1F0"/>
    <w:lvl w:ilvl="0">
      <w:start w:val="20"/>
      <w:numFmt w:val="decimal"/>
      <w:suff w:val="nothing"/>
      <w:lvlText w:val="%1、"/>
      <w:lvlJc w:val="left"/>
    </w:lvl>
  </w:abstractNum>
  <w:abstractNum w:abstractNumId="1">
    <w:nsid w:val="69F7D2F4"/>
    <w:multiLevelType w:val="singleLevel"/>
    <w:tmpl w:val="69F7D2F4"/>
    <w:lvl w:ilvl="0">
      <w:start w:val="3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A3E6C"/>
    <w:rsid w:val="00090413"/>
    <w:rsid w:val="001926D9"/>
    <w:rsid w:val="004505CD"/>
    <w:rsid w:val="00997CF6"/>
    <w:rsid w:val="098E4450"/>
    <w:rsid w:val="09FB736E"/>
    <w:rsid w:val="0A17392A"/>
    <w:rsid w:val="0F0A3E6C"/>
    <w:rsid w:val="11032DCF"/>
    <w:rsid w:val="12A22888"/>
    <w:rsid w:val="1B4B3EEE"/>
    <w:rsid w:val="21A04F14"/>
    <w:rsid w:val="2A9C031B"/>
    <w:rsid w:val="2B186D29"/>
    <w:rsid w:val="2C4875F7"/>
    <w:rsid w:val="2F4B1AF9"/>
    <w:rsid w:val="2FBB25FC"/>
    <w:rsid w:val="3B59794E"/>
    <w:rsid w:val="3C7A1498"/>
    <w:rsid w:val="4002069F"/>
    <w:rsid w:val="41BB539E"/>
    <w:rsid w:val="422079B3"/>
    <w:rsid w:val="42F40F74"/>
    <w:rsid w:val="445858B4"/>
    <w:rsid w:val="44AA07E9"/>
    <w:rsid w:val="4F727005"/>
    <w:rsid w:val="566856B8"/>
    <w:rsid w:val="57ED6953"/>
    <w:rsid w:val="590D4479"/>
    <w:rsid w:val="591F3EB5"/>
    <w:rsid w:val="6172226C"/>
    <w:rsid w:val="6A554528"/>
    <w:rsid w:val="6A5B3845"/>
    <w:rsid w:val="6C105706"/>
    <w:rsid w:val="6CD556D5"/>
    <w:rsid w:val="6D535020"/>
    <w:rsid w:val="71942140"/>
    <w:rsid w:val="739401D1"/>
    <w:rsid w:val="74494BD8"/>
    <w:rsid w:val="7AD0622B"/>
    <w:rsid w:val="7BC746D6"/>
    <w:rsid w:val="7F77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rsid w:val="00997CF6"/>
    <w:rPr>
      <w:sz w:val="18"/>
      <w:szCs w:val="18"/>
    </w:rPr>
  </w:style>
  <w:style w:type="character" w:customStyle="1" w:styleId="Char">
    <w:name w:val="批注框文本 Char"/>
    <w:basedOn w:val="a0"/>
    <w:link w:val="a4"/>
    <w:rsid w:val="00997CF6"/>
    <w:rPr>
      <w:kern w:val="2"/>
      <w:sz w:val="18"/>
      <w:szCs w:val="18"/>
    </w:rPr>
  </w:style>
  <w:style w:type="paragraph" w:styleId="a5">
    <w:name w:val="header"/>
    <w:basedOn w:val="a"/>
    <w:link w:val="Char0"/>
    <w:rsid w:val="00450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505CD"/>
    <w:rPr>
      <w:kern w:val="2"/>
      <w:sz w:val="18"/>
      <w:szCs w:val="18"/>
    </w:rPr>
  </w:style>
  <w:style w:type="paragraph" w:styleId="a6">
    <w:name w:val="footer"/>
    <w:basedOn w:val="a"/>
    <w:link w:val="Char1"/>
    <w:rsid w:val="00450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505C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rsid w:val="00997CF6"/>
    <w:rPr>
      <w:sz w:val="18"/>
      <w:szCs w:val="18"/>
    </w:rPr>
  </w:style>
  <w:style w:type="character" w:customStyle="1" w:styleId="Char">
    <w:name w:val="批注框文本 Char"/>
    <w:basedOn w:val="a0"/>
    <w:link w:val="a4"/>
    <w:rsid w:val="00997CF6"/>
    <w:rPr>
      <w:kern w:val="2"/>
      <w:sz w:val="18"/>
      <w:szCs w:val="18"/>
    </w:rPr>
  </w:style>
  <w:style w:type="paragraph" w:styleId="a5">
    <w:name w:val="header"/>
    <w:basedOn w:val="a"/>
    <w:link w:val="Char0"/>
    <w:rsid w:val="00450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505CD"/>
    <w:rPr>
      <w:kern w:val="2"/>
      <w:sz w:val="18"/>
      <w:szCs w:val="18"/>
    </w:rPr>
  </w:style>
  <w:style w:type="paragraph" w:styleId="a6">
    <w:name w:val="footer"/>
    <w:basedOn w:val="a"/>
    <w:link w:val="Char1"/>
    <w:rsid w:val="00450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505C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6</TotalTime>
  <Pages>20</Pages>
  <Words>1125</Words>
  <Characters>6414</Characters>
  <Application>Microsoft Office Word</Application>
  <DocSecurity>0</DocSecurity>
  <Lines>53</Lines>
  <Paragraphs>15</Paragraphs>
  <ScaleCrop>false</ScaleCrop>
  <Company>Sky123.Org</Company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王行</dc:creator>
  <cp:lastModifiedBy>China</cp:lastModifiedBy>
  <cp:revision>4</cp:revision>
  <dcterms:created xsi:type="dcterms:W3CDTF">2018-09-24T10:12:00Z</dcterms:created>
  <dcterms:modified xsi:type="dcterms:W3CDTF">2018-09-30T04:39:00Z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